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993CF0" w:rsidRDefault="00642CB4" w:rsidP="00B11B06">
      <w:pPr>
        <w:spacing w:line="360" w:lineRule="auto"/>
        <w:ind w:left="426" w:hanging="426"/>
        <w:jc w:val="center"/>
        <w:rPr>
          <w:rFonts w:ascii="Arial" w:hAnsi="Arial" w:cs="Arial"/>
          <w:b/>
          <w:szCs w:val="24"/>
          <w:u w:val="single"/>
        </w:rPr>
      </w:pPr>
      <w:r w:rsidRPr="00993CF0">
        <w:rPr>
          <w:rFonts w:ascii="Arial" w:hAnsi="Arial" w:cs="Arial"/>
          <w:b/>
          <w:szCs w:val="24"/>
          <w:u w:val="single"/>
        </w:rPr>
        <w:t xml:space="preserve">ROTEIRO DA </w:t>
      </w:r>
      <w:r w:rsidR="000B3E68" w:rsidRPr="00993CF0">
        <w:rPr>
          <w:rFonts w:ascii="Arial" w:hAnsi="Arial" w:cs="Arial"/>
          <w:b/>
          <w:szCs w:val="24"/>
          <w:u w:val="single"/>
        </w:rPr>
        <w:t>3</w:t>
      </w:r>
      <w:r w:rsidR="009845B2">
        <w:rPr>
          <w:rFonts w:ascii="Arial" w:hAnsi="Arial" w:cs="Arial"/>
          <w:b/>
          <w:szCs w:val="24"/>
          <w:u w:val="single"/>
        </w:rPr>
        <w:t>4</w:t>
      </w:r>
      <w:r w:rsidR="00617FE1" w:rsidRPr="00993CF0">
        <w:rPr>
          <w:rFonts w:ascii="Arial" w:hAnsi="Arial" w:cs="Arial"/>
          <w:b/>
          <w:szCs w:val="24"/>
          <w:u w:val="single"/>
        </w:rPr>
        <w:t>ª</w:t>
      </w:r>
      <w:r w:rsidR="005B557E" w:rsidRPr="00993CF0">
        <w:rPr>
          <w:rFonts w:ascii="Arial" w:hAnsi="Arial" w:cs="Arial"/>
          <w:b/>
          <w:szCs w:val="24"/>
          <w:u w:val="single"/>
        </w:rPr>
        <w:t xml:space="preserve"> SESSÃO</w:t>
      </w:r>
      <w:r w:rsidRPr="00993CF0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Pr="00993CF0" w:rsidRDefault="009845B2" w:rsidP="00B11B06">
      <w:pPr>
        <w:spacing w:line="360" w:lineRule="auto"/>
        <w:ind w:left="426" w:hanging="426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24 DE </w:t>
      </w:r>
      <w:proofErr w:type="gramStart"/>
      <w:r>
        <w:rPr>
          <w:rFonts w:ascii="Arial" w:hAnsi="Arial" w:cs="Arial"/>
          <w:b/>
          <w:szCs w:val="24"/>
          <w:u w:val="single"/>
        </w:rPr>
        <w:t>OUTUBRO</w:t>
      </w:r>
      <w:proofErr w:type="gramEnd"/>
      <w:r w:rsidR="00DF47AC" w:rsidRPr="00993CF0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Pr="00993CF0" w:rsidRDefault="0016325B" w:rsidP="00B11B06">
      <w:pPr>
        <w:spacing w:line="360" w:lineRule="auto"/>
        <w:ind w:left="426" w:hanging="426"/>
        <w:jc w:val="center"/>
        <w:rPr>
          <w:rFonts w:ascii="Arial" w:hAnsi="Arial" w:cs="Arial"/>
          <w:b/>
          <w:szCs w:val="24"/>
          <w:u w:val="single"/>
        </w:rPr>
      </w:pPr>
    </w:p>
    <w:p w:rsidR="00642CB4" w:rsidRPr="00993CF0" w:rsidRDefault="0061668D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faz a s</w:t>
      </w:r>
      <w:r w:rsidR="004F004D" w:rsidRPr="00993CF0">
        <w:rPr>
          <w:rFonts w:ascii="Arial" w:hAnsi="Arial" w:cs="Arial"/>
          <w:color w:val="FF0000"/>
          <w:szCs w:val="24"/>
        </w:rPr>
        <w:t>audação</w:t>
      </w:r>
      <w:r w:rsidR="00193B0D" w:rsidRPr="00993CF0">
        <w:rPr>
          <w:rFonts w:ascii="Arial" w:hAnsi="Arial" w:cs="Arial"/>
          <w:color w:val="FF0000"/>
          <w:szCs w:val="24"/>
        </w:rPr>
        <w:t>:</w:t>
      </w:r>
    </w:p>
    <w:p w:rsidR="008968F5" w:rsidRPr="00993CF0" w:rsidRDefault="008968F5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993CF0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993CF0" w:rsidRDefault="008968F5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993CF0">
        <w:rPr>
          <w:rFonts w:ascii="Arial" w:hAnsi="Arial" w:cs="Arial"/>
          <w:b/>
          <w:caps/>
          <w:szCs w:val="24"/>
        </w:rPr>
        <w:t>senhores Vereadores,</w:t>
      </w:r>
    </w:p>
    <w:p w:rsidR="008968F5" w:rsidRPr="00993CF0" w:rsidRDefault="008968F5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993CF0">
        <w:rPr>
          <w:rFonts w:ascii="Arial" w:hAnsi="Arial" w:cs="Arial"/>
          <w:b/>
          <w:caps/>
          <w:szCs w:val="24"/>
        </w:rPr>
        <w:t>SENHORES SERVIDORES,</w:t>
      </w:r>
    </w:p>
    <w:p w:rsidR="008968F5" w:rsidRPr="00993CF0" w:rsidRDefault="008968F5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993CF0">
        <w:rPr>
          <w:rFonts w:ascii="Arial" w:hAnsi="Arial" w:cs="Arial"/>
          <w:b/>
          <w:caps/>
          <w:szCs w:val="24"/>
        </w:rPr>
        <w:t>Público presente,</w:t>
      </w:r>
    </w:p>
    <w:p w:rsidR="00642CB4" w:rsidRPr="00993CF0" w:rsidRDefault="00642CB4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993CF0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993CF0" w:rsidRDefault="00642CB4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993CF0">
        <w:rPr>
          <w:rFonts w:ascii="Arial" w:hAnsi="Arial" w:cs="Arial"/>
          <w:b/>
          <w:caps/>
          <w:szCs w:val="24"/>
        </w:rPr>
        <w:t>Senhores Internautas,</w:t>
      </w:r>
      <w:r w:rsidR="005E49C1" w:rsidRPr="00993CF0">
        <w:rPr>
          <w:rFonts w:ascii="Arial" w:hAnsi="Arial" w:cs="Arial"/>
          <w:b/>
          <w:caps/>
          <w:szCs w:val="24"/>
        </w:rPr>
        <w:t xml:space="preserve"> EM ESPECIAL AQUELES QUE NOS ASSISTEM AO VIVO PELA PÁGINA DA CÂMARA NO </w:t>
      </w:r>
      <w:proofErr w:type="spellStart"/>
      <w:r w:rsidR="005E49C1" w:rsidRPr="00993CF0">
        <w:rPr>
          <w:rFonts w:ascii="Arial" w:hAnsi="Arial" w:cs="Arial"/>
          <w:b/>
          <w:caps/>
          <w:szCs w:val="24"/>
        </w:rPr>
        <w:t>FACEBOOK</w:t>
      </w:r>
      <w:proofErr w:type="spellEnd"/>
      <w:r w:rsidR="005E49C1" w:rsidRPr="00993CF0">
        <w:rPr>
          <w:rFonts w:ascii="Arial" w:hAnsi="Arial" w:cs="Arial"/>
          <w:b/>
          <w:caps/>
          <w:szCs w:val="24"/>
        </w:rPr>
        <w:t>,</w:t>
      </w:r>
    </w:p>
    <w:p w:rsidR="00642CB4" w:rsidRPr="00993CF0" w:rsidRDefault="00642CB4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993CF0">
        <w:rPr>
          <w:rFonts w:ascii="Arial" w:hAnsi="Arial" w:cs="Arial"/>
          <w:b/>
          <w:caps/>
          <w:szCs w:val="24"/>
        </w:rPr>
        <w:t>BOM DIA!</w:t>
      </w:r>
    </w:p>
    <w:p w:rsidR="00642CB4" w:rsidRPr="00993CF0" w:rsidRDefault="0061668D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abre a Sessão e solicita verificação de presença:</w:t>
      </w:r>
    </w:p>
    <w:p w:rsidR="00642CB4" w:rsidRPr="00993CF0" w:rsidRDefault="001128B6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caps/>
          <w:szCs w:val="24"/>
        </w:rPr>
        <w:t xml:space="preserve">NA PRESENTE DATA DE </w:t>
      </w:r>
      <w:r w:rsidR="009845B2">
        <w:rPr>
          <w:rFonts w:ascii="Arial" w:hAnsi="Arial" w:cs="Arial"/>
          <w:b/>
          <w:caps/>
          <w:szCs w:val="24"/>
        </w:rPr>
        <w:t>24 DE OUTUBRO</w:t>
      </w:r>
      <w:r w:rsidRPr="00993CF0">
        <w:rPr>
          <w:rFonts w:ascii="Arial" w:hAnsi="Arial" w:cs="Arial"/>
          <w:b/>
          <w:caps/>
          <w:szCs w:val="24"/>
        </w:rPr>
        <w:t>,</w:t>
      </w:r>
      <w:r w:rsidR="00642CB4" w:rsidRPr="00993CF0">
        <w:rPr>
          <w:rFonts w:ascii="Arial" w:hAnsi="Arial" w:cs="Arial"/>
          <w:b/>
          <w:caps/>
          <w:szCs w:val="24"/>
        </w:rPr>
        <w:t xml:space="preserve"> </w:t>
      </w:r>
      <w:r w:rsidR="0030678B" w:rsidRPr="00993CF0">
        <w:rPr>
          <w:rFonts w:ascii="Arial" w:hAnsi="Arial" w:cs="Arial"/>
          <w:b/>
          <w:szCs w:val="24"/>
        </w:rPr>
        <w:t xml:space="preserve">ÀS </w:t>
      </w:r>
      <w:proofErr w:type="spellStart"/>
      <w:r w:rsidR="0030678B" w:rsidRPr="00993CF0">
        <w:rPr>
          <w:rFonts w:ascii="Arial" w:hAnsi="Arial" w:cs="Arial"/>
          <w:b/>
          <w:szCs w:val="24"/>
        </w:rPr>
        <w:t>XXXX</w:t>
      </w:r>
      <w:proofErr w:type="spellEnd"/>
      <w:r w:rsidR="0030678B" w:rsidRPr="00993CF0">
        <w:rPr>
          <w:rFonts w:ascii="Arial" w:hAnsi="Arial" w:cs="Arial"/>
          <w:b/>
          <w:szCs w:val="24"/>
        </w:rPr>
        <w:t xml:space="preserve"> HORAS, </w:t>
      </w:r>
      <w:r w:rsidR="006E75B5" w:rsidRPr="00993CF0">
        <w:rPr>
          <w:rFonts w:ascii="Arial" w:hAnsi="Arial" w:cs="Arial"/>
          <w:b/>
          <w:caps/>
          <w:szCs w:val="24"/>
        </w:rPr>
        <w:t xml:space="preserve">Para </w:t>
      </w:r>
      <w:r w:rsidR="00642CB4" w:rsidRPr="00993CF0">
        <w:rPr>
          <w:rFonts w:ascii="Arial" w:hAnsi="Arial" w:cs="Arial"/>
          <w:b/>
          <w:caps/>
          <w:szCs w:val="24"/>
        </w:rPr>
        <w:t xml:space="preserve">darmos início à </w:t>
      </w:r>
      <w:r w:rsidR="009845B2">
        <w:rPr>
          <w:rFonts w:ascii="Arial" w:hAnsi="Arial" w:cs="Arial"/>
          <w:b/>
          <w:caps/>
          <w:szCs w:val="24"/>
        </w:rPr>
        <w:t>34ª (TRIGÉSIMA QUARTA)</w:t>
      </w:r>
      <w:r w:rsidR="00315EFC" w:rsidRPr="00993CF0">
        <w:rPr>
          <w:rFonts w:ascii="Arial" w:hAnsi="Arial" w:cs="Arial"/>
          <w:b/>
          <w:caps/>
          <w:szCs w:val="24"/>
        </w:rPr>
        <w:t xml:space="preserve"> SESSÃO</w:t>
      </w:r>
      <w:r w:rsidR="00642CB4" w:rsidRPr="00993CF0">
        <w:rPr>
          <w:rFonts w:ascii="Arial" w:hAnsi="Arial" w:cs="Arial"/>
          <w:b/>
          <w:caps/>
          <w:szCs w:val="24"/>
        </w:rPr>
        <w:t xml:space="preserve"> Ordinária</w:t>
      </w:r>
      <w:r w:rsidR="00E76A02" w:rsidRPr="00993CF0">
        <w:rPr>
          <w:rFonts w:ascii="Arial" w:hAnsi="Arial" w:cs="Arial"/>
          <w:b/>
          <w:caps/>
          <w:szCs w:val="24"/>
        </w:rPr>
        <w:t xml:space="preserve"> DO ANO</w:t>
      </w:r>
      <w:r w:rsidR="002164AF" w:rsidRPr="00993CF0">
        <w:rPr>
          <w:rFonts w:ascii="Arial" w:hAnsi="Arial" w:cs="Arial"/>
          <w:b/>
          <w:caps/>
          <w:szCs w:val="24"/>
        </w:rPr>
        <w:t xml:space="preserve"> DE 201</w:t>
      </w:r>
      <w:r w:rsidR="00DF47AC" w:rsidRPr="00993CF0">
        <w:rPr>
          <w:rFonts w:ascii="Arial" w:hAnsi="Arial" w:cs="Arial"/>
          <w:b/>
          <w:caps/>
          <w:szCs w:val="24"/>
        </w:rPr>
        <w:t>8</w:t>
      </w:r>
      <w:r w:rsidR="00E76A02" w:rsidRPr="00993CF0">
        <w:rPr>
          <w:rFonts w:ascii="Arial" w:hAnsi="Arial" w:cs="Arial"/>
          <w:b/>
          <w:caps/>
          <w:szCs w:val="24"/>
        </w:rPr>
        <w:t>,</w:t>
      </w:r>
      <w:r w:rsidR="00642CB4" w:rsidRPr="00993CF0">
        <w:rPr>
          <w:rFonts w:ascii="Arial" w:hAnsi="Arial" w:cs="Arial"/>
          <w:b/>
          <w:caps/>
          <w:szCs w:val="24"/>
        </w:rPr>
        <w:t xml:space="preserve"> </w:t>
      </w:r>
      <w:r w:rsidR="00642CB4" w:rsidRPr="00993CF0">
        <w:rPr>
          <w:rFonts w:ascii="Arial" w:hAnsi="Arial" w:cs="Arial"/>
          <w:b/>
          <w:szCs w:val="24"/>
        </w:rPr>
        <w:t xml:space="preserve">SOLICITO AO 1º </w:t>
      </w:r>
      <w:r w:rsidR="00574659" w:rsidRPr="00993CF0">
        <w:rPr>
          <w:rFonts w:ascii="Arial" w:hAnsi="Arial" w:cs="Arial"/>
          <w:b/>
          <w:szCs w:val="24"/>
        </w:rPr>
        <w:t>SECRETÁRIO</w:t>
      </w:r>
      <w:r w:rsidR="00642CB4" w:rsidRPr="00993CF0">
        <w:rPr>
          <w:rFonts w:ascii="Arial" w:hAnsi="Arial" w:cs="Arial"/>
          <w:b/>
          <w:szCs w:val="24"/>
        </w:rPr>
        <w:t xml:space="preserve"> QUE FAÇA A VERIFICAÇÃO DE PRESENÇA.</w:t>
      </w:r>
    </w:p>
    <w:p w:rsidR="00642CB4" w:rsidRPr="00993CF0" w:rsidRDefault="00430B67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t xml:space="preserve">Após a </w:t>
      </w:r>
      <w:r w:rsidR="004F004D" w:rsidRPr="00993CF0">
        <w:rPr>
          <w:rFonts w:ascii="Arial" w:hAnsi="Arial" w:cs="Arial"/>
          <w:color w:val="FF0000"/>
          <w:szCs w:val="24"/>
        </w:rPr>
        <w:t>verificação de presença</w:t>
      </w:r>
      <w:r w:rsidR="0061668D" w:rsidRPr="00993CF0">
        <w:rPr>
          <w:rFonts w:ascii="Arial" w:hAnsi="Arial" w:cs="Arial"/>
          <w:color w:val="FF0000"/>
          <w:szCs w:val="24"/>
        </w:rPr>
        <w:t xml:space="preserve">, 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="0061668D" w:rsidRPr="00993CF0">
        <w:rPr>
          <w:rFonts w:ascii="Arial" w:hAnsi="Arial" w:cs="Arial"/>
          <w:color w:val="FF0000"/>
          <w:szCs w:val="24"/>
        </w:rPr>
        <w:t xml:space="preserve"> declara a Sessão aberta:</w:t>
      </w:r>
    </w:p>
    <w:p w:rsidR="00642CB4" w:rsidRPr="00993CF0" w:rsidRDefault="00642CB4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SOB A </w:t>
      </w:r>
      <w:r w:rsidRPr="00993CF0">
        <w:rPr>
          <w:rFonts w:ascii="Arial" w:hAnsi="Arial" w:cs="Arial"/>
          <w:b/>
          <w:caps/>
          <w:szCs w:val="24"/>
        </w:rPr>
        <w:t>PROTEÇÃO</w:t>
      </w:r>
      <w:r w:rsidRPr="00993CF0">
        <w:rPr>
          <w:rFonts w:ascii="Arial" w:hAnsi="Arial" w:cs="Arial"/>
          <w:b/>
          <w:szCs w:val="24"/>
        </w:rPr>
        <w:t xml:space="preserve"> DE DEUS E COM O CORAÇÃO</w:t>
      </w:r>
      <w:r w:rsidR="002C29C5" w:rsidRPr="00993CF0">
        <w:rPr>
          <w:rFonts w:ascii="Arial" w:hAnsi="Arial" w:cs="Arial"/>
          <w:b/>
          <w:szCs w:val="24"/>
        </w:rPr>
        <w:t xml:space="preserve"> </w:t>
      </w:r>
      <w:r w:rsidRPr="00993CF0">
        <w:rPr>
          <w:rFonts w:ascii="Arial" w:hAnsi="Arial" w:cs="Arial"/>
          <w:b/>
          <w:szCs w:val="24"/>
        </w:rPr>
        <w:t xml:space="preserve">INTEIRAMENTE VOLTADO PARA A </w:t>
      </w:r>
      <w:r w:rsidRPr="00993CF0">
        <w:rPr>
          <w:rFonts w:ascii="Arial" w:hAnsi="Arial" w:cs="Arial"/>
          <w:b/>
          <w:caps/>
          <w:szCs w:val="24"/>
        </w:rPr>
        <w:t>PÁTRIA</w:t>
      </w:r>
      <w:r w:rsidRPr="00993CF0">
        <w:rPr>
          <w:rFonts w:ascii="Arial" w:hAnsi="Arial" w:cs="Arial"/>
          <w:b/>
          <w:szCs w:val="24"/>
        </w:rPr>
        <w:t xml:space="preserve"> E</w:t>
      </w:r>
      <w:r w:rsidR="002C29C5" w:rsidRPr="00993CF0">
        <w:rPr>
          <w:rFonts w:ascii="Arial" w:hAnsi="Arial" w:cs="Arial"/>
          <w:b/>
          <w:szCs w:val="24"/>
        </w:rPr>
        <w:t xml:space="preserve"> </w:t>
      </w:r>
      <w:r w:rsidRPr="00993CF0">
        <w:rPr>
          <w:rFonts w:ascii="Arial" w:hAnsi="Arial" w:cs="Arial"/>
          <w:b/>
          <w:szCs w:val="24"/>
        </w:rPr>
        <w:t>PARA A COMUNIDADE A QUE SERVIMOS</w:t>
      </w:r>
      <w:r w:rsidR="002C29C5" w:rsidRPr="00993CF0">
        <w:rPr>
          <w:rFonts w:ascii="Arial" w:hAnsi="Arial" w:cs="Arial"/>
          <w:b/>
          <w:szCs w:val="24"/>
        </w:rPr>
        <w:t xml:space="preserve">, </w:t>
      </w:r>
      <w:r w:rsidRPr="00993CF0">
        <w:rPr>
          <w:rFonts w:ascii="Arial" w:hAnsi="Arial" w:cs="Arial"/>
          <w:b/>
          <w:szCs w:val="24"/>
        </w:rPr>
        <w:t>DECLARO ABERTA A PRESENTE</w:t>
      </w:r>
      <w:r w:rsidR="002C29C5" w:rsidRPr="00993CF0">
        <w:rPr>
          <w:rFonts w:ascii="Arial" w:hAnsi="Arial" w:cs="Arial"/>
          <w:b/>
          <w:szCs w:val="24"/>
        </w:rPr>
        <w:t xml:space="preserve"> </w:t>
      </w:r>
      <w:r w:rsidRPr="00993CF0">
        <w:rPr>
          <w:rFonts w:ascii="Arial" w:hAnsi="Arial" w:cs="Arial"/>
          <w:b/>
          <w:szCs w:val="24"/>
        </w:rPr>
        <w:t>SESSÃO ORDINÁRIA</w:t>
      </w:r>
      <w:r w:rsidR="002C29C5" w:rsidRPr="00993CF0">
        <w:rPr>
          <w:rFonts w:ascii="Arial" w:hAnsi="Arial" w:cs="Arial"/>
          <w:b/>
          <w:szCs w:val="24"/>
        </w:rPr>
        <w:t>.</w:t>
      </w:r>
    </w:p>
    <w:p w:rsidR="002C29C5" w:rsidRPr="00993CF0" w:rsidRDefault="0061668D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solicita a e</w:t>
      </w:r>
      <w:r w:rsidR="00E56115" w:rsidRPr="00993CF0">
        <w:rPr>
          <w:rFonts w:ascii="Arial" w:hAnsi="Arial" w:cs="Arial"/>
          <w:color w:val="FF0000"/>
          <w:szCs w:val="24"/>
        </w:rPr>
        <w:t>xecução de hino:</w:t>
      </w:r>
    </w:p>
    <w:p w:rsidR="00642CB4" w:rsidRPr="00993CF0" w:rsidRDefault="00642CB4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PEÇO A </w:t>
      </w:r>
      <w:r w:rsidRPr="00993CF0">
        <w:rPr>
          <w:rFonts w:ascii="Arial" w:hAnsi="Arial" w:cs="Arial"/>
          <w:b/>
          <w:caps/>
          <w:szCs w:val="24"/>
        </w:rPr>
        <w:t>TODOS</w:t>
      </w:r>
      <w:r w:rsidRPr="00993CF0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A523ED" w:rsidRPr="00993CF0">
        <w:rPr>
          <w:rFonts w:ascii="Arial" w:hAnsi="Arial" w:cs="Arial"/>
          <w:b/>
          <w:szCs w:val="24"/>
        </w:rPr>
        <w:t>.</w:t>
      </w:r>
    </w:p>
    <w:p w:rsidR="002C29C5" w:rsidRPr="00993CF0" w:rsidRDefault="0061668D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solicita a l</w:t>
      </w:r>
      <w:r w:rsidR="009474DD" w:rsidRPr="00993CF0">
        <w:rPr>
          <w:rFonts w:ascii="Arial" w:hAnsi="Arial" w:cs="Arial"/>
          <w:color w:val="FF0000"/>
          <w:szCs w:val="24"/>
        </w:rPr>
        <w:t>eitura da B</w:t>
      </w:r>
      <w:r w:rsidR="004F004D" w:rsidRPr="00993CF0">
        <w:rPr>
          <w:rFonts w:ascii="Arial" w:hAnsi="Arial" w:cs="Arial"/>
          <w:color w:val="FF0000"/>
          <w:szCs w:val="24"/>
        </w:rPr>
        <w:t>íblia</w:t>
      </w:r>
      <w:r w:rsidRPr="00993CF0">
        <w:rPr>
          <w:rFonts w:ascii="Arial" w:hAnsi="Arial" w:cs="Arial"/>
          <w:color w:val="FF0000"/>
          <w:szCs w:val="24"/>
        </w:rPr>
        <w:t>:</w:t>
      </w:r>
    </w:p>
    <w:p w:rsidR="00EA726F" w:rsidRPr="00993CF0" w:rsidRDefault="00FA7762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PEÇO </w:t>
      </w:r>
      <w:r w:rsidR="000B3E68" w:rsidRPr="00993CF0">
        <w:rPr>
          <w:rFonts w:ascii="Arial" w:hAnsi="Arial" w:cs="Arial"/>
          <w:b/>
          <w:szCs w:val="24"/>
        </w:rPr>
        <w:t>AO</w:t>
      </w:r>
      <w:r w:rsidRPr="00993CF0">
        <w:rPr>
          <w:rFonts w:ascii="Arial" w:hAnsi="Arial" w:cs="Arial"/>
          <w:b/>
          <w:szCs w:val="24"/>
        </w:rPr>
        <w:t xml:space="preserve"> VEREADOR </w:t>
      </w:r>
      <w:r w:rsidR="009845B2">
        <w:rPr>
          <w:rFonts w:ascii="Arial" w:hAnsi="Arial" w:cs="Arial"/>
          <w:b/>
          <w:color w:val="FF0000"/>
          <w:szCs w:val="24"/>
          <w:u w:val="single"/>
        </w:rPr>
        <w:t>JUAREZ ARAÚJO</w:t>
      </w:r>
      <w:r w:rsidRPr="00993CF0">
        <w:rPr>
          <w:rFonts w:ascii="Arial" w:hAnsi="Arial" w:cs="Arial"/>
          <w:b/>
          <w:szCs w:val="24"/>
        </w:rPr>
        <w:t xml:space="preserve"> QUE PROCEDA À LEITURA DE UM TRECHO DA BÍBLIA.</w:t>
      </w:r>
      <w:r w:rsidR="00EA726F" w:rsidRPr="00993CF0">
        <w:rPr>
          <w:rFonts w:ascii="Arial" w:hAnsi="Arial" w:cs="Arial"/>
          <w:b/>
          <w:caps/>
          <w:szCs w:val="24"/>
        </w:rPr>
        <w:br w:type="page"/>
      </w:r>
    </w:p>
    <w:p w:rsidR="00A127A7" w:rsidRPr="00E62DB4" w:rsidRDefault="00E62DB4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lastRenderedPageBreak/>
        <w:t xml:space="preserve">* </w:t>
      </w:r>
      <w:r w:rsidR="00A127A7" w:rsidRPr="00E62DB4">
        <w:rPr>
          <w:rFonts w:ascii="Arial" w:hAnsi="Arial" w:cs="Arial"/>
          <w:color w:val="FF0000"/>
          <w:szCs w:val="24"/>
        </w:rPr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="00A127A7" w:rsidRPr="00E62DB4">
        <w:rPr>
          <w:rFonts w:ascii="Arial" w:hAnsi="Arial" w:cs="Arial"/>
          <w:color w:val="FF0000"/>
          <w:szCs w:val="24"/>
        </w:rPr>
        <w:t xml:space="preserve"> anuncia solenidade</w:t>
      </w:r>
      <w:r w:rsidR="00141428" w:rsidRPr="00E62DB4">
        <w:rPr>
          <w:rFonts w:ascii="Arial" w:hAnsi="Arial" w:cs="Arial"/>
          <w:color w:val="FF0000"/>
          <w:szCs w:val="24"/>
        </w:rPr>
        <w:t>:</w:t>
      </w:r>
    </w:p>
    <w:p w:rsidR="00A127A7" w:rsidRPr="001B6101" w:rsidRDefault="00A127A7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E62DB4">
        <w:rPr>
          <w:rFonts w:ascii="Arial" w:hAnsi="Arial" w:cs="Arial"/>
          <w:b/>
          <w:szCs w:val="24"/>
        </w:rPr>
        <w:t xml:space="preserve">SENHORES VEREADORES E TODOS AQUELES QUE NOS ASSISTEM, A PARTIR </w:t>
      </w:r>
      <w:r w:rsidRPr="00E62DB4">
        <w:rPr>
          <w:rFonts w:ascii="Arial" w:hAnsi="Arial" w:cs="Arial"/>
          <w:b/>
          <w:caps/>
          <w:szCs w:val="24"/>
        </w:rPr>
        <w:t>DESTE</w:t>
      </w:r>
      <w:r w:rsidRPr="00E62DB4">
        <w:rPr>
          <w:rFonts w:ascii="Arial" w:hAnsi="Arial" w:cs="Arial"/>
          <w:b/>
          <w:szCs w:val="24"/>
        </w:rPr>
        <w:t xml:space="preserve"> MOMENTO, NOS TERMOS DO</w:t>
      </w:r>
      <w:r w:rsidR="001B6101">
        <w:rPr>
          <w:rFonts w:ascii="Arial" w:hAnsi="Arial" w:cs="Arial"/>
          <w:b/>
          <w:szCs w:val="24"/>
        </w:rPr>
        <w:t>S</w:t>
      </w:r>
      <w:r w:rsidRPr="00E62DB4">
        <w:rPr>
          <w:rFonts w:ascii="Arial" w:hAnsi="Arial" w:cs="Arial"/>
          <w:b/>
          <w:szCs w:val="24"/>
        </w:rPr>
        <w:t xml:space="preserve"> DECRETO</w:t>
      </w:r>
      <w:r w:rsidR="001B6101">
        <w:rPr>
          <w:rFonts w:ascii="Arial" w:hAnsi="Arial" w:cs="Arial"/>
          <w:b/>
          <w:szCs w:val="24"/>
        </w:rPr>
        <w:t>S</w:t>
      </w:r>
      <w:r w:rsidRPr="00E62DB4">
        <w:rPr>
          <w:rFonts w:ascii="Arial" w:hAnsi="Arial" w:cs="Arial"/>
          <w:b/>
          <w:szCs w:val="24"/>
        </w:rPr>
        <w:t xml:space="preserve"> LEGISLATIVO</w:t>
      </w:r>
      <w:r w:rsidR="001B6101">
        <w:rPr>
          <w:rFonts w:ascii="Arial" w:hAnsi="Arial" w:cs="Arial"/>
          <w:b/>
          <w:szCs w:val="24"/>
        </w:rPr>
        <w:t>S</w:t>
      </w:r>
      <w:r w:rsidRPr="00E62DB4">
        <w:rPr>
          <w:rFonts w:ascii="Arial" w:hAnsi="Arial" w:cs="Arial"/>
          <w:b/>
          <w:szCs w:val="24"/>
        </w:rPr>
        <w:t xml:space="preserve"> </w:t>
      </w:r>
      <w:proofErr w:type="spellStart"/>
      <w:r w:rsidRPr="00E62DB4">
        <w:rPr>
          <w:rFonts w:ascii="Arial" w:hAnsi="Arial" w:cs="Arial"/>
          <w:b/>
          <w:szCs w:val="24"/>
        </w:rPr>
        <w:t>Nº</w:t>
      </w:r>
      <w:r w:rsidR="001B6101">
        <w:rPr>
          <w:rFonts w:ascii="Arial" w:hAnsi="Arial" w:cs="Arial"/>
          <w:b/>
          <w:szCs w:val="24"/>
        </w:rPr>
        <w:t>S</w:t>
      </w:r>
      <w:proofErr w:type="spellEnd"/>
      <w:r w:rsidR="001B6101">
        <w:rPr>
          <w:rFonts w:ascii="Arial" w:hAnsi="Arial" w:cs="Arial"/>
          <w:b/>
          <w:szCs w:val="24"/>
        </w:rPr>
        <w:t xml:space="preserve"> 367 e 368</w:t>
      </w:r>
      <w:r w:rsidRPr="00E62DB4">
        <w:rPr>
          <w:rFonts w:ascii="Arial" w:hAnsi="Arial" w:cs="Arial"/>
          <w:b/>
          <w:szCs w:val="24"/>
        </w:rPr>
        <w:t xml:space="preserve">/2015, </w:t>
      </w:r>
      <w:r w:rsidRPr="001B6101">
        <w:rPr>
          <w:rFonts w:ascii="Arial" w:hAnsi="Arial" w:cs="Arial"/>
          <w:b/>
          <w:caps/>
          <w:szCs w:val="24"/>
        </w:rPr>
        <w:t>PASSAREMOS À SOLENIDADE DE</w:t>
      </w:r>
      <w:r w:rsidR="001B6101" w:rsidRPr="001B6101">
        <w:rPr>
          <w:rFonts w:ascii="Arial" w:hAnsi="Arial" w:cs="Arial"/>
          <w:b/>
          <w:caps/>
          <w:szCs w:val="24"/>
        </w:rPr>
        <w:t xml:space="preserve"> entrega da "Láurea de Honra ao Mérito - Servidor Público Padrão" e da</w:t>
      </w:r>
      <w:r w:rsidRPr="001B6101">
        <w:rPr>
          <w:rFonts w:ascii="Arial" w:hAnsi="Arial" w:cs="Arial"/>
          <w:b/>
          <w:caps/>
          <w:szCs w:val="24"/>
        </w:rPr>
        <w:t xml:space="preserve"> </w:t>
      </w:r>
      <w:r w:rsidR="001B6101" w:rsidRPr="001B6101">
        <w:rPr>
          <w:rFonts w:ascii="Arial" w:hAnsi="Arial" w:cs="Arial"/>
          <w:b/>
          <w:caps/>
          <w:szCs w:val="24"/>
        </w:rPr>
        <w:t>Láurea de Honra ao Mérito "Prefeito Dr. Thelmo de Almeida Cruz".</w:t>
      </w:r>
    </w:p>
    <w:p w:rsidR="00A127A7" w:rsidRPr="00E62DB4" w:rsidRDefault="00A127A7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r w:rsidRPr="00E62DB4">
        <w:rPr>
          <w:rFonts w:ascii="Arial" w:hAnsi="Arial" w:cs="Arial"/>
          <w:b/>
          <w:szCs w:val="24"/>
        </w:rPr>
        <w:t>ASSIM, PEÇO AO CERIMONIAL DA CASA QUE DESEMPENHE O PROTOCOLO.</w:t>
      </w:r>
    </w:p>
    <w:p w:rsidR="00A127A7" w:rsidRPr="00E62DB4" w:rsidRDefault="00E62DB4" w:rsidP="00806DA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aps/>
          <w:szCs w:val="24"/>
        </w:rPr>
      </w:pPr>
      <w:r>
        <w:rPr>
          <w:rFonts w:ascii="Arial" w:hAnsi="Arial" w:cs="Arial"/>
          <w:color w:val="FF0000"/>
          <w:szCs w:val="24"/>
        </w:rPr>
        <w:t xml:space="preserve">* </w:t>
      </w:r>
      <w:r w:rsidR="00A127A7" w:rsidRPr="00E62DB4">
        <w:rPr>
          <w:rFonts w:ascii="Arial" w:hAnsi="Arial" w:cs="Arial"/>
          <w:caps/>
          <w:color w:val="FF0000"/>
          <w:szCs w:val="24"/>
        </w:rPr>
        <w:t xml:space="preserve">o </w:t>
      </w:r>
      <w:r w:rsidR="00A127A7" w:rsidRPr="00E62DB4">
        <w:rPr>
          <w:rFonts w:ascii="Arial" w:hAnsi="Arial" w:cs="Arial"/>
          <w:b/>
          <w:caps/>
          <w:color w:val="FFFFFF" w:themeColor="background1"/>
          <w:szCs w:val="24"/>
          <w:highlight w:val="red"/>
          <w:u w:val="single"/>
        </w:rPr>
        <w:t>cerimonial</w:t>
      </w:r>
      <w:r w:rsidR="00A127A7" w:rsidRPr="00E62DB4">
        <w:rPr>
          <w:rFonts w:ascii="Arial" w:hAnsi="Arial" w:cs="Arial"/>
          <w:caps/>
          <w:color w:val="FFFFFF" w:themeColor="background1"/>
          <w:szCs w:val="24"/>
        </w:rPr>
        <w:t xml:space="preserve"> </w:t>
      </w:r>
      <w:r w:rsidR="00A127A7" w:rsidRPr="00E62DB4">
        <w:rPr>
          <w:rFonts w:ascii="Arial" w:hAnsi="Arial" w:cs="Arial"/>
          <w:caps/>
          <w:color w:val="FF0000"/>
          <w:szCs w:val="24"/>
        </w:rPr>
        <w:t>desempenha sua funções protocolares</w:t>
      </w:r>
      <w:r>
        <w:rPr>
          <w:rFonts w:ascii="Arial" w:hAnsi="Arial" w:cs="Arial"/>
          <w:caps/>
          <w:color w:val="FF0000"/>
          <w:szCs w:val="24"/>
        </w:rPr>
        <w:t>.</w:t>
      </w:r>
    </w:p>
    <w:p w:rsidR="00A127A7" w:rsidRPr="00E62DB4" w:rsidRDefault="00E62DB4" w:rsidP="00806DA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* </w:t>
      </w:r>
      <w:r w:rsidR="00A127A7" w:rsidRPr="00E62DB4">
        <w:rPr>
          <w:rFonts w:ascii="Arial" w:hAnsi="Arial" w:cs="Arial"/>
          <w:color w:val="FF0000"/>
          <w:szCs w:val="24"/>
        </w:rPr>
        <w:t xml:space="preserve">Finalizando a solenidade, 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="00A127A7" w:rsidRPr="00E62DB4">
        <w:rPr>
          <w:rFonts w:ascii="Arial" w:hAnsi="Arial" w:cs="Arial"/>
          <w:color w:val="FF0000"/>
          <w:szCs w:val="24"/>
        </w:rPr>
        <w:t xml:space="preserve"> agradece as presenças:</w:t>
      </w:r>
    </w:p>
    <w:p w:rsidR="00A127A7" w:rsidRPr="00E62DB4" w:rsidRDefault="00A127A7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</w:rPr>
      </w:pPr>
      <w:proofErr w:type="gramStart"/>
      <w:r w:rsidRPr="00E62DB4">
        <w:rPr>
          <w:rFonts w:ascii="Arial" w:hAnsi="Arial" w:cs="Arial"/>
          <w:b/>
          <w:caps/>
          <w:szCs w:val="24"/>
        </w:rPr>
        <w:t>agradeço</w:t>
      </w:r>
      <w:proofErr w:type="gramEnd"/>
      <w:r w:rsidRPr="00E62DB4">
        <w:rPr>
          <w:rFonts w:ascii="Arial" w:hAnsi="Arial" w:cs="Arial"/>
          <w:b/>
          <w:caps/>
          <w:szCs w:val="24"/>
        </w:rPr>
        <w:t xml:space="preserve"> a presença de todos...</w:t>
      </w:r>
    </w:p>
    <w:p w:rsidR="00A127A7" w:rsidRPr="00E62DB4" w:rsidRDefault="00E62DB4" w:rsidP="00806DA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* </w:t>
      </w:r>
      <w:r w:rsidR="00A127A7" w:rsidRPr="00E62DB4">
        <w:rPr>
          <w:rFonts w:ascii="Arial" w:hAnsi="Arial" w:cs="Arial"/>
          <w:color w:val="FF0000"/>
          <w:szCs w:val="24"/>
        </w:rPr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="00A127A7" w:rsidRPr="00E62DB4">
        <w:rPr>
          <w:rFonts w:ascii="Arial" w:hAnsi="Arial" w:cs="Arial"/>
          <w:color w:val="FF0000"/>
          <w:szCs w:val="24"/>
        </w:rPr>
        <w:t xml:space="preserve"> suspende a Sessão para fotos:</w:t>
      </w:r>
    </w:p>
    <w:p w:rsidR="00A127A7" w:rsidRPr="00E62DB4" w:rsidRDefault="00A127A7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E62DB4">
        <w:rPr>
          <w:rFonts w:ascii="Arial" w:hAnsi="Arial" w:cs="Arial"/>
          <w:b/>
          <w:caps/>
          <w:szCs w:val="24"/>
        </w:rPr>
        <w:t>SUSPENDO</w:t>
      </w:r>
      <w:r w:rsidRPr="00E62DB4">
        <w:rPr>
          <w:rFonts w:ascii="Arial" w:hAnsi="Arial" w:cs="Arial"/>
          <w:b/>
          <w:szCs w:val="24"/>
        </w:rPr>
        <w:t xml:space="preserve"> A SESSÃO POR 5 (CINCO) MINUTOS, PARA QUE POSSAMOS FAZER ALGUMAS FOTOS.</w:t>
      </w:r>
    </w:p>
    <w:p w:rsidR="00987FF5" w:rsidRPr="00E62DB4" w:rsidRDefault="00E62DB4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t xml:space="preserve">* </w:t>
      </w:r>
      <w:r w:rsidR="00987FF5" w:rsidRPr="00E62DB4">
        <w:rPr>
          <w:rFonts w:ascii="Arial" w:hAnsi="Arial" w:cs="Arial"/>
          <w:color w:val="FF0000"/>
          <w:szCs w:val="24"/>
        </w:rPr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="00987FF5" w:rsidRPr="00E62DB4">
        <w:rPr>
          <w:rFonts w:ascii="Arial" w:hAnsi="Arial" w:cs="Arial"/>
          <w:color w:val="FF0000"/>
          <w:szCs w:val="24"/>
        </w:rPr>
        <w:t xml:space="preserve"> </w:t>
      </w:r>
      <w:r w:rsidR="00806DAE">
        <w:rPr>
          <w:rFonts w:ascii="Arial" w:hAnsi="Arial" w:cs="Arial"/>
          <w:color w:val="FF0000"/>
          <w:szCs w:val="24"/>
        </w:rPr>
        <w:t>solicita verificação de presença</w:t>
      </w:r>
      <w:r w:rsidR="00987FF5" w:rsidRPr="00E62DB4">
        <w:rPr>
          <w:rFonts w:ascii="Arial" w:hAnsi="Arial" w:cs="Arial"/>
          <w:color w:val="FF0000"/>
          <w:szCs w:val="24"/>
        </w:rPr>
        <w:t>:</w:t>
      </w:r>
    </w:p>
    <w:p w:rsidR="00A127A7" w:rsidRPr="00E62DB4" w:rsidRDefault="00A127A7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E62DB4">
        <w:rPr>
          <w:rFonts w:ascii="Arial" w:hAnsi="Arial" w:cs="Arial"/>
          <w:b/>
          <w:caps/>
          <w:szCs w:val="24"/>
        </w:rPr>
        <w:t>RETOMANDO</w:t>
      </w:r>
      <w:r w:rsidRPr="00E62DB4">
        <w:rPr>
          <w:rFonts w:ascii="Arial" w:hAnsi="Arial" w:cs="Arial"/>
          <w:b/>
          <w:szCs w:val="24"/>
        </w:rPr>
        <w:t xml:space="preserve"> A SESSÃO, PEÇO AO 1º SECRETÁRIO QUE PROCEDA À VERIFICAÇÃO DE PRESENÇA.</w:t>
      </w:r>
    </w:p>
    <w:p w:rsidR="00CE168B" w:rsidRDefault="00CE168B">
      <w:pPr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color w:val="FF0000"/>
          <w:szCs w:val="24"/>
        </w:rPr>
        <w:br w:type="page"/>
      </w:r>
    </w:p>
    <w:p w:rsidR="002F0529" w:rsidRPr="00993CF0" w:rsidRDefault="00EB1188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lastRenderedPageBreak/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</w:t>
      </w:r>
      <w:r w:rsidR="0061668D" w:rsidRPr="00993CF0">
        <w:rPr>
          <w:rFonts w:ascii="Arial" w:hAnsi="Arial" w:cs="Arial"/>
          <w:color w:val="FF0000"/>
          <w:szCs w:val="24"/>
        </w:rPr>
        <w:t>anuncia a Fase do Expediente:</w:t>
      </w:r>
    </w:p>
    <w:p w:rsidR="002F0529" w:rsidRPr="00993CF0" w:rsidRDefault="00CE1745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NESTE </w:t>
      </w:r>
      <w:r w:rsidRPr="00C53367">
        <w:rPr>
          <w:rFonts w:ascii="Arial" w:hAnsi="Arial" w:cs="Arial"/>
          <w:b/>
          <w:szCs w:val="24"/>
        </w:rPr>
        <w:t>INSTANTE</w:t>
      </w:r>
      <w:r w:rsidRPr="00993CF0">
        <w:rPr>
          <w:rFonts w:ascii="Arial" w:hAnsi="Arial" w:cs="Arial"/>
          <w:b/>
          <w:szCs w:val="24"/>
        </w:rPr>
        <w:t xml:space="preserve"> PASSAREMOS</w:t>
      </w:r>
      <w:r w:rsidR="00125123" w:rsidRPr="00993CF0">
        <w:rPr>
          <w:rFonts w:ascii="Arial" w:hAnsi="Arial" w:cs="Arial"/>
          <w:b/>
          <w:szCs w:val="24"/>
        </w:rPr>
        <w:t xml:space="preserve"> </w:t>
      </w:r>
      <w:r w:rsidR="002F0529" w:rsidRPr="00993CF0">
        <w:rPr>
          <w:rFonts w:ascii="Arial" w:hAnsi="Arial" w:cs="Arial"/>
          <w:b/>
          <w:szCs w:val="24"/>
        </w:rPr>
        <w:t>À FASE DA SESSÃO ORDINÁRIA</w:t>
      </w:r>
      <w:r w:rsidR="00814A39" w:rsidRPr="00993CF0">
        <w:rPr>
          <w:rFonts w:ascii="Arial" w:hAnsi="Arial" w:cs="Arial"/>
          <w:b/>
          <w:szCs w:val="24"/>
        </w:rPr>
        <w:t xml:space="preserve"> EM QUE</w:t>
      </w:r>
      <w:r w:rsidR="002F0529" w:rsidRPr="00993CF0">
        <w:rPr>
          <w:rFonts w:ascii="Arial" w:hAnsi="Arial" w:cs="Arial"/>
          <w:b/>
          <w:szCs w:val="24"/>
        </w:rPr>
        <w:t xml:space="preserve"> SERÃO LIDOS E VOTADOS, CONFORME DISCIPLINADO, OS EXPEDIENTES DOS VEREADORES.</w:t>
      </w:r>
    </w:p>
    <w:p w:rsidR="00FA7033" w:rsidRPr="00993CF0" w:rsidRDefault="00FA68BE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ANTES, PORÉM, </w:t>
      </w:r>
      <w:r w:rsidR="007F1836" w:rsidRPr="00993CF0">
        <w:rPr>
          <w:rFonts w:ascii="Arial" w:hAnsi="Arial" w:cs="Arial"/>
          <w:b/>
          <w:szCs w:val="24"/>
        </w:rPr>
        <w:t xml:space="preserve">INFORMO QUE PARA A PRESENTE SESSÃO FORAM PROTOCOLADOS </w:t>
      </w:r>
      <w:r w:rsidR="006D4D52">
        <w:rPr>
          <w:rFonts w:ascii="Arial" w:hAnsi="Arial" w:cs="Arial"/>
          <w:b/>
          <w:szCs w:val="24"/>
        </w:rPr>
        <w:t>77</w:t>
      </w:r>
      <w:r w:rsidR="007F1836" w:rsidRPr="00993CF0">
        <w:rPr>
          <w:rFonts w:ascii="Arial" w:hAnsi="Arial" w:cs="Arial"/>
          <w:b/>
          <w:szCs w:val="24"/>
        </w:rPr>
        <w:t xml:space="preserve"> TRABALHOS</w:t>
      </w:r>
      <w:r w:rsidR="00C94099" w:rsidRPr="00993CF0">
        <w:rPr>
          <w:rFonts w:ascii="Arial" w:hAnsi="Arial" w:cs="Arial"/>
          <w:b/>
          <w:szCs w:val="24"/>
        </w:rPr>
        <w:t>, SENDO</w:t>
      </w:r>
      <w:r w:rsidR="007F1836" w:rsidRPr="00993CF0">
        <w:rPr>
          <w:rFonts w:ascii="Arial" w:hAnsi="Arial" w:cs="Arial"/>
          <w:b/>
          <w:szCs w:val="24"/>
        </w:rPr>
        <w:t>:</w:t>
      </w:r>
    </w:p>
    <w:p w:rsidR="007F1836" w:rsidRPr="00141428" w:rsidRDefault="006D4D52" w:rsidP="00B11B06">
      <w:pPr>
        <w:pStyle w:val="PargrafodaLista"/>
        <w:numPr>
          <w:ilvl w:val="0"/>
          <w:numId w:val="17"/>
        </w:numPr>
        <w:tabs>
          <w:tab w:val="left" w:leader="dot" w:pos="1276"/>
        </w:tabs>
        <w:spacing w:line="360" w:lineRule="auto"/>
        <w:ind w:left="709" w:hanging="284"/>
        <w:contextualSpacing w:val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53</w:t>
      </w:r>
      <w:r w:rsidR="007F1836" w:rsidRPr="00141428">
        <w:rPr>
          <w:rFonts w:ascii="Arial" w:hAnsi="Arial" w:cs="Arial"/>
          <w:b/>
          <w:szCs w:val="24"/>
        </w:rPr>
        <w:tab/>
        <w:t>INDICAÇÕES</w:t>
      </w:r>
    </w:p>
    <w:p w:rsidR="007F1836" w:rsidRPr="00141428" w:rsidRDefault="006D4D52" w:rsidP="00B11B06">
      <w:pPr>
        <w:pStyle w:val="PargrafodaLista"/>
        <w:numPr>
          <w:ilvl w:val="0"/>
          <w:numId w:val="17"/>
        </w:numPr>
        <w:tabs>
          <w:tab w:val="left" w:leader="dot" w:pos="1276"/>
        </w:tabs>
        <w:spacing w:line="360" w:lineRule="auto"/>
        <w:ind w:left="709" w:hanging="284"/>
        <w:contextualSpacing w:val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14</w:t>
      </w:r>
      <w:r w:rsidR="007F1836" w:rsidRPr="00141428">
        <w:rPr>
          <w:rFonts w:ascii="Arial" w:hAnsi="Arial" w:cs="Arial"/>
          <w:b/>
          <w:szCs w:val="24"/>
        </w:rPr>
        <w:tab/>
        <w:t>MOÇÕES</w:t>
      </w:r>
    </w:p>
    <w:p w:rsidR="00146C11" w:rsidRPr="00141428" w:rsidRDefault="006D4D52" w:rsidP="00B11B06">
      <w:pPr>
        <w:pStyle w:val="PargrafodaLista"/>
        <w:numPr>
          <w:ilvl w:val="0"/>
          <w:numId w:val="17"/>
        </w:numPr>
        <w:tabs>
          <w:tab w:val="left" w:leader="dot" w:pos="1276"/>
        </w:tabs>
        <w:spacing w:line="360" w:lineRule="auto"/>
        <w:ind w:left="709" w:hanging="284"/>
        <w:contextualSpacing w:val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02</w:t>
      </w:r>
      <w:r w:rsidR="00146C11" w:rsidRPr="00141428">
        <w:rPr>
          <w:rFonts w:ascii="Arial" w:hAnsi="Arial" w:cs="Arial"/>
          <w:b/>
          <w:szCs w:val="24"/>
        </w:rPr>
        <w:tab/>
        <w:t>REQUERIMENTOS</w:t>
      </w:r>
      <w:bookmarkStart w:id="0" w:name="_GoBack"/>
      <w:bookmarkEnd w:id="0"/>
    </w:p>
    <w:p w:rsidR="007F1836" w:rsidRDefault="006D4D52" w:rsidP="00B11B06">
      <w:pPr>
        <w:pStyle w:val="PargrafodaLista"/>
        <w:numPr>
          <w:ilvl w:val="0"/>
          <w:numId w:val="17"/>
        </w:numPr>
        <w:tabs>
          <w:tab w:val="left" w:leader="dot" w:pos="1276"/>
        </w:tabs>
        <w:spacing w:line="360" w:lineRule="auto"/>
        <w:ind w:left="709" w:hanging="284"/>
        <w:contextualSpacing w:val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08</w:t>
      </w:r>
      <w:r w:rsidR="007F1836" w:rsidRPr="00141428">
        <w:rPr>
          <w:rFonts w:ascii="Arial" w:hAnsi="Arial" w:cs="Arial"/>
          <w:b/>
          <w:szCs w:val="24"/>
        </w:rPr>
        <w:tab/>
        <w:t>PEDIDOS DE INFORMAÇÕES</w:t>
      </w:r>
    </w:p>
    <w:p w:rsidR="0061668D" w:rsidRPr="00993CF0" w:rsidRDefault="0061668D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solicita leitura das </w:t>
      </w:r>
      <w:r w:rsidR="00D0535F" w:rsidRPr="00D0535F">
        <w:rPr>
          <w:rFonts w:ascii="Arial" w:hAnsi="Arial" w:cs="Arial"/>
          <w:b/>
          <w:color w:val="FF0000"/>
          <w:szCs w:val="24"/>
          <w:u w:val="single"/>
        </w:rPr>
        <w:t>MOÇÕES</w:t>
      </w:r>
      <w:r w:rsidRPr="00993CF0">
        <w:rPr>
          <w:rFonts w:ascii="Arial" w:hAnsi="Arial" w:cs="Arial"/>
          <w:color w:val="FF0000"/>
          <w:szCs w:val="24"/>
        </w:rPr>
        <w:t>:</w:t>
      </w:r>
    </w:p>
    <w:p w:rsidR="002F0529" w:rsidRDefault="00B87BAE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C53367">
        <w:rPr>
          <w:rFonts w:ascii="Arial" w:hAnsi="Arial" w:cs="Arial"/>
          <w:b/>
          <w:szCs w:val="24"/>
        </w:rPr>
        <w:t>AGORA</w:t>
      </w:r>
      <w:r w:rsidRPr="00993CF0">
        <w:rPr>
          <w:rFonts w:ascii="Arial" w:hAnsi="Arial" w:cs="Arial"/>
          <w:b/>
          <w:szCs w:val="24"/>
        </w:rPr>
        <w:t xml:space="preserve">, ENTÃO, </w:t>
      </w:r>
      <w:r w:rsidR="00642CB4" w:rsidRPr="00993CF0">
        <w:rPr>
          <w:rFonts w:ascii="Arial" w:hAnsi="Arial" w:cs="Arial"/>
          <w:b/>
          <w:szCs w:val="24"/>
        </w:rPr>
        <w:t>SOLICITO AO</w:t>
      </w:r>
      <w:r w:rsidR="00014BD1" w:rsidRPr="00993CF0">
        <w:rPr>
          <w:rFonts w:ascii="Arial" w:hAnsi="Arial" w:cs="Arial"/>
          <w:b/>
          <w:szCs w:val="24"/>
        </w:rPr>
        <w:t xml:space="preserve"> 1º</w:t>
      </w:r>
      <w:r w:rsidR="00642CB4" w:rsidRPr="00993CF0">
        <w:rPr>
          <w:rFonts w:ascii="Arial" w:hAnsi="Arial" w:cs="Arial"/>
          <w:b/>
          <w:szCs w:val="24"/>
        </w:rPr>
        <w:t xml:space="preserve"> </w:t>
      </w:r>
      <w:r w:rsidR="00574659" w:rsidRPr="00993CF0">
        <w:rPr>
          <w:rFonts w:ascii="Arial" w:hAnsi="Arial" w:cs="Arial"/>
          <w:b/>
          <w:szCs w:val="24"/>
        </w:rPr>
        <w:t>SECRETÁRIO</w:t>
      </w:r>
      <w:r w:rsidR="00642CB4" w:rsidRPr="00993CF0">
        <w:rPr>
          <w:rFonts w:ascii="Arial" w:hAnsi="Arial" w:cs="Arial"/>
          <w:b/>
          <w:szCs w:val="24"/>
        </w:rPr>
        <w:t xml:space="preserve"> </w:t>
      </w:r>
      <w:r w:rsidR="003E574C" w:rsidRPr="00993CF0">
        <w:rPr>
          <w:rFonts w:ascii="Arial" w:hAnsi="Arial" w:cs="Arial"/>
          <w:b/>
          <w:szCs w:val="24"/>
        </w:rPr>
        <w:t xml:space="preserve">QUE FAÇA </w:t>
      </w:r>
      <w:r w:rsidR="00C602BC" w:rsidRPr="00993CF0">
        <w:rPr>
          <w:rFonts w:ascii="Arial" w:hAnsi="Arial" w:cs="Arial"/>
          <w:b/>
          <w:szCs w:val="24"/>
        </w:rPr>
        <w:t xml:space="preserve">A LEITURA </w:t>
      </w:r>
      <w:r w:rsidR="00212E98" w:rsidRPr="00993CF0">
        <w:rPr>
          <w:rFonts w:ascii="Arial" w:hAnsi="Arial" w:cs="Arial"/>
          <w:b/>
          <w:szCs w:val="24"/>
        </w:rPr>
        <w:t>DAS</w:t>
      </w:r>
      <w:r w:rsidR="00212E98" w:rsidRPr="00993CF0">
        <w:rPr>
          <w:rFonts w:ascii="Arial" w:hAnsi="Arial" w:cs="Arial"/>
          <w:b/>
          <w:szCs w:val="24"/>
          <w:lang w:eastAsia="ko-KR"/>
        </w:rPr>
        <w:t xml:space="preserve"> </w:t>
      </w:r>
      <w:r w:rsidR="00212E98" w:rsidRPr="00993CF0">
        <w:rPr>
          <w:rFonts w:ascii="Arial" w:hAnsi="Arial" w:cs="Arial"/>
          <w:b/>
          <w:caps/>
          <w:szCs w:val="24"/>
        </w:rPr>
        <w:t>SÍNTESES</w:t>
      </w:r>
      <w:r w:rsidR="00C602BC" w:rsidRPr="00993CF0">
        <w:rPr>
          <w:rFonts w:ascii="Arial" w:hAnsi="Arial" w:cs="Arial"/>
          <w:b/>
          <w:szCs w:val="24"/>
          <w:lang w:eastAsia="ko-KR"/>
        </w:rPr>
        <w:t xml:space="preserve"> DAS </w:t>
      </w:r>
      <w:r w:rsidR="002F0529" w:rsidRPr="00993CF0">
        <w:rPr>
          <w:rFonts w:ascii="Arial" w:hAnsi="Arial" w:cs="Arial"/>
          <w:b/>
          <w:szCs w:val="24"/>
          <w:u w:val="single"/>
        </w:rPr>
        <w:t>MOÇÕES</w:t>
      </w:r>
      <w:r w:rsidR="00706EA5" w:rsidRPr="00993CF0">
        <w:rPr>
          <w:rFonts w:ascii="Arial" w:hAnsi="Arial" w:cs="Arial"/>
          <w:b/>
          <w:szCs w:val="24"/>
          <w:lang w:eastAsia="ko-KR"/>
        </w:rPr>
        <w:t xml:space="preserve"> </w:t>
      </w:r>
      <w:r w:rsidR="00F90A5C" w:rsidRPr="00993CF0">
        <w:rPr>
          <w:rFonts w:ascii="Arial" w:hAnsi="Arial" w:cs="Arial"/>
          <w:b/>
          <w:szCs w:val="24"/>
          <w:lang w:eastAsia="ko-KR"/>
        </w:rPr>
        <w:t>PROTOCOLADAS PARA ESTA</w:t>
      </w:r>
      <w:r w:rsidR="00706EA5" w:rsidRPr="00993CF0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993CF0">
        <w:rPr>
          <w:rFonts w:ascii="Arial" w:hAnsi="Arial" w:cs="Arial"/>
          <w:b/>
          <w:szCs w:val="24"/>
          <w:lang w:eastAsia="ko-KR"/>
        </w:rPr>
        <w:t>.</w:t>
      </w:r>
    </w:p>
    <w:p w:rsidR="00F64DD4" w:rsidRPr="00350ACA" w:rsidRDefault="00F64DD4" w:rsidP="00806DA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350ACA">
        <w:rPr>
          <w:rFonts w:ascii="Arial" w:hAnsi="Arial" w:cs="Arial"/>
          <w:color w:val="FF0000"/>
          <w:szCs w:val="24"/>
        </w:rPr>
        <w:t xml:space="preserve">O </w:t>
      </w:r>
      <w:r w:rsidRPr="00350ACA">
        <w:rPr>
          <w:rFonts w:ascii="Arial" w:hAnsi="Arial" w:cs="Arial"/>
          <w:b/>
          <w:color w:val="FFFFFF" w:themeColor="background1"/>
          <w:szCs w:val="24"/>
          <w:highlight w:val="black"/>
          <w:u w:val="single"/>
        </w:rPr>
        <w:t>1º SECRETÁRIO</w:t>
      </w:r>
      <w:r w:rsidRPr="00350ACA">
        <w:rPr>
          <w:rFonts w:ascii="Arial" w:hAnsi="Arial" w:cs="Arial"/>
          <w:color w:val="FF0000"/>
          <w:szCs w:val="24"/>
        </w:rPr>
        <w:t xml:space="preserve"> </w:t>
      </w:r>
      <w:r w:rsidR="00350ACA">
        <w:rPr>
          <w:rFonts w:ascii="Arial" w:hAnsi="Arial" w:cs="Arial"/>
          <w:color w:val="FF0000"/>
          <w:szCs w:val="24"/>
        </w:rPr>
        <w:t>lê o relatório de Moções</w:t>
      </w:r>
      <w:r w:rsidRPr="00350ACA">
        <w:rPr>
          <w:rFonts w:ascii="Arial" w:hAnsi="Arial" w:cs="Arial"/>
          <w:color w:val="FF0000"/>
          <w:szCs w:val="24"/>
        </w:rPr>
        <w:t>.</w:t>
      </w:r>
    </w:p>
    <w:p w:rsidR="00F64DD4" w:rsidRPr="00F64DD4" w:rsidRDefault="00F64DD4" w:rsidP="00F64DD4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Em caso de solicitação de leitura na íntegra, o </w:t>
      </w:r>
      <w:r w:rsidRPr="00F64DD4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1º SECRETÁRIO</w:t>
      </w:r>
      <w:r w:rsidRPr="00F64DD4">
        <w:rPr>
          <w:rFonts w:ascii="Arial" w:hAnsi="Arial" w:cs="Arial"/>
          <w:color w:val="FF0000"/>
          <w:szCs w:val="24"/>
          <w:lang w:eastAsia="ko-KR"/>
        </w:rPr>
        <w:t xml:space="preserve"> fa</w:t>
      </w:r>
      <w:r>
        <w:rPr>
          <w:rFonts w:ascii="Arial" w:hAnsi="Arial" w:cs="Arial"/>
          <w:color w:val="FF0000"/>
          <w:szCs w:val="24"/>
          <w:lang w:eastAsia="ko-KR"/>
        </w:rPr>
        <w:t>z a leitura da Moção solicitada e prossegue no relatório.</w:t>
      </w:r>
    </w:p>
    <w:p w:rsidR="00683A23" w:rsidRPr="00993CF0" w:rsidRDefault="00FD548E" w:rsidP="00806DA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Quando </w:t>
      </w:r>
      <w:r w:rsidRPr="00993CF0">
        <w:rPr>
          <w:rFonts w:ascii="Arial" w:hAnsi="Arial" w:cs="Arial"/>
          <w:color w:val="FF0000"/>
          <w:szCs w:val="24"/>
        </w:rPr>
        <w:t>acabarem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as Moções, o </w:t>
      </w:r>
      <w:r w:rsidR="00E62DB4" w:rsidRPr="00F64DD4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1º SECRETÁRIO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</w:t>
      </w:r>
      <w:r w:rsidR="00530880" w:rsidRPr="00993CF0">
        <w:rPr>
          <w:rFonts w:ascii="Arial" w:hAnsi="Arial" w:cs="Arial"/>
          <w:color w:val="FF0000"/>
          <w:szCs w:val="24"/>
          <w:lang w:eastAsia="ko-KR"/>
        </w:rPr>
        <w:t>z</w:t>
      </w:r>
      <w:r w:rsidRPr="00993CF0">
        <w:rPr>
          <w:rFonts w:ascii="Arial" w:hAnsi="Arial" w:cs="Arial"/>
          <w:color w:val="FF0000"/>
          <w:szCs w:val="24"/>
          <w:lang w:eastAsia="ko-KR"/>
        </w:rPr>
        <w:t>:</w:t>
      </w:r>
    </w:p>
    <w:p w:rsidR="0005584B" w:rsidRPr="00E62DB4" w:rsidRDefault="00FD548E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E62DB4">
        <w:rPr>
          <w:rFonts w:ascii="Arial" w:hAnsi="Arial" w:cs="Arial"/>
          <w:b/>
          <w:szCs w:val="24"/>
          <w:lang w:eastAsia="ko-KR"/>
        </w:rPr>
        <w:t xml:space="preserve">NÃO HÁ MAIS MOÇÕES, SENHORA </w:t>
      </w:r>
      <w:r w:rsidR="00C279C5" w:rsidRPr="00E62DB4">
        <w:rPr>
          <w:rFonts w:ascii="Arial" w:hAnsi="Arial" w:cs="Arial"/>
          <w:b/>
          <w:szCs w:val="24"/>
          <w:lang w:eastAsia="ko-KR"/>
        </w:rPr>
        <w:t>PRESIDENTE</w:t>
      </w:r>
      <w:r w:rsidRPr="00E62DB4">
        <w:rPr>
          <w:rFonts w:ascii="Arial" w:hAnsi="Arial" w:cs="Arial"/>
          <w:b/>
          <w:szCs w:val="24"/>
          <w:lang w:eastAsia="ko-KR"/>
        </w:rPr>
        <w:t>!</w:t>
      </w:r>
      <w:r w:rsidR="0005584B" w:rsidRPr="00E62DB4">
        <w:rPr>
          <w:rFonts w:ascii="Arial" w:hAnsi="Arial" w:cs="Arial"/>
          <w:b/>
          <w:szCs w:val="24"/>
          <w:lang w:eastAsia="ko-KR"/>
        </w:rPr>
        <w:br w:type="page"/>
      </w:r>
    </w:p>
    <w:p w:rsidR="0061668D" w:rsidRPr="00993CF0" w:rsidRDefault="0061668D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lastRenderedPageBreak/>
        <w:t xml:space="preserve">A </w:t>
      </w:r>
      <w:r w:rsidR="00C279C5" w:rsidRPr="00E62DB4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solicita </w:t>
      </w:r>
      <w:r w:rsidR="00506067" w:rsidRPr="00993CF0">
        <w:rPr>
          <w:rFonts w:ascii="Arial" w:hAnsi="Arial" w:cs="Arial"/>
          <w:color w:val="FF0000"/>
          <w:szCs w:val="24"/>
        </w:rPr>
        <w:t xml:space="preserve">a </w:t>
      </w:r>
      <w:r w:rsidRPr="00993CF0">
        <w:rPr>
          <w:rFonts w:ascii="Arial" w:hAnsi="Arial" w:cs="Arial"/>
          <w:color w:val="FF0000"/>
          <w:szCs w:val="24"/>
        </w:rPr>
        <w:t xml:space="preserve">leitura dos </w:t>
      </w:r>
      <w:r w:rsidR="00C35E91" w:rsidRPr="00B11B06">
        <w:rPr>
          <w:rFonts w:ascii="Arial" w:hAnsi="Arial" w:cs="Arial"/>
          <w:b/>
          <w:color w:val="FF0000"/>
          <w:szCs w:val="24"/>
          <w:u w:val="single"/>
        </w:rPr>
        <w:t>REQUERIMENTOS</w:t>
      </w:r>
      <w:r w:rsidRPr="00993CF0">
        <w:rPr>
          <w:rFonts w:ascii="Arial" w:hAnsi="Arial" w:cs="Arial"/>
          <w:color w:val="FF0000"/>
          <w:szCs w:val="24"/>
        </w:rPr>
        <w:t>:</w:t>
      </w:r>
    </w:p>
    <w:p w:rsidR="00706EA5" w:rsidRPr="00993CF0" w:rsidRDefault="00706EA5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993CF0">
        <w:rPr>
          <w:rFonts w:ascii="Arial" w:hAnsi="Arial" w:cs="Arial"/>
          <w:b/>
          <w:szCs w:val="24"/>
        </w:rPr>
        <w:t>SOLICITO</w:t>
      </w:r>
      <w:r w:rsidRPr="00993CF0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993CF0">
        <w:rPr>
          <w:rFonts w:ascii="Arial" w:hAnsi="Arial" w:cs="Arial"/>
          <w:b/>
          <w:szCs w:val="24"/>
          <w:lang w:eastAsia="ko-KR"/>
        </w:rPr>
        <w:t>À</w:t>
      </w:r>
      <w:proofErr w:type="gramEnd"/>
      <w:r w:rsidR="00014BD1" w:rsidRPr="00993CF0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993CF0">
        <w:rPr>
          <w:rFonts w:ascii="Arial" w:hAnsi="Arial" w:cs="Arial"/>
          <w:b/>
          <w:szCs w:val="24"/>
          <w:lang w:eastAsia="ko-KR"/>
        </w:rPr>
        <w:t xml:space="preserve"> </w:t>
      </w:r>
      <w:r w:rsidR="00574659" w:rsidRPr="00993CF0">
        <w:rPr>
          <w:rFonts w:ascii="Arial" w:hAnsi="Arial" w:cs="Arial"/>
          <w:b/>
          <w:caps/>
          <w:szCs w:val="24"/>
        </w:rPr>
        <w:t>SECRETÁRI</w:t>
      </w:r>
      <w:r w:rsidR="00211A24" w:rsidRPr="00993CF0">
        <w:rPr>
          <w:rFonts w:ascii="Arial" w:hAnsi="Arial" w:cs="Arial"/>
          <w:b/>
          <w:caps/>
          <w:szCs w:val="24"/>
        </w:rPr>
        <w:t>A</w:t>
      </w:r>
      <w:r w:rsidRPr="00993CF0">
        <w:rPr>
          <w:rFonts w:ascii="Arial" w:hAnsi="Arial" w:cs="Arial"/>
          <w:b/>
          <w:szCs w:val="24"/>
          <w:lang w:eastAsia="ko-KR"/>
        </w:rPr>
        <w:t xml:space="preserve"> </w:t>
      </w:r>
      <w:r w:rsidR="003E574C" w:rsidRPr="00993CF0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993CF0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 w:rsidRPr="00993CF0">
        <w:rPr>
          <w:rFonts w:ascii="Arial" w:hAnsi="Arial" w:cs="Arial"/>
          <w:b/>
          <w:szCs w:val="24"/>
          <w:lang w:eastAsia="ko-KR"/>
        </w:rPr>
        <w:t>DAS SÍNTESES</w:t>
      </w:r>
      <w:r w:rsidR="00C602BC" w:rsidRPr="00993CF0">
        <w:rPr>
          <w:rFonts w:ascii="Arial" w:hAnsi="Arial" w:cs="Arial"/>
          <w:b/>
          <w:szCs w:val="24"/>
          <w:lang w:eastAsia="ko-KR"/>
        </w:rPr>
        <w:t xml:space="preserve"> D</w:t>
      </w:r>
      <w:r w:rsidRPr="00993CF0">
        <w:rPr>
          <w:rFonts w:ascii="Arial" w:hAnsi="Arial" w:cs="Arial"/>
          <w:b/>
          <w:szCs w:val="24"/>
          <w:lang w:eastAsia="ko-KR"/>
        </w:rPr>
        <w:t xml:space="preserve">OS </w:t>
      </w:r>
      <w:r w:rsidRPr="00993CF0">
        <w:rPr>
          <w:rFonts w:ascii="Arial" w:hAnsi="Arial" w:cs="Arial"/>
          <w:b/>
          <w:caps/>
          <w:szCs w:val="24"/>
        </w:rPr>
        <w:t>REQUERIMENTOS</w:t>
      </w:r>
      <w:r w:rsidRPr="00993CF0">
        <w:rPr>
          <w:rFonts w:ascii="Arial" w:hAnsi="Arial" w:cs="Arial"/>
          <w:b/>
          <w:szCs w:val="24"/>
          <w:lang w:eastAsia="ko-KR"/>
        </w:rPr>
        <w:t xml:space="preserve"> </w:t>
      </w:r>
      <w:r w:rsidR="00F90A5C" w:rsidRPr="00993CF0">
        <w:rPr>
          <w:rFonts w:ascii="Arial" w:hAnsi="Arial" w:cs="Arial"/>
          <w:b/>
          <w:szCs w:val="24"/>
        </w:rPr>
        <w:t>PROTOCOLADOS</w:t>
      </w:r>
      <w:r w:rsidR="00F90A5C" w:rsidRPr="00993CF0">
        <w:rPr>
          <w:rFonts w:ascii="Arial" w:hAnsi="Arial" w:cs="Arial"/>
          <w:b/>
          <w:szCs w:val="24"/>
          <w:lang w:eastAsia="ko-KR"/>
        </w:rPr>
        <w:t xml:space="preserve"> PARA ESTA</w:t>
      </w:r>
      <w:r w:rsidRPr="00993CF0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993CF0">
        <w:rPr>
          <w:rFonts w:ascii="Arial" w:hAnsi="Arial" w:cs="Arial"/>
          <w:b/>
          <w:szCs w:val="24"/>
          <w:lang w:eastAsia="ko-KR"/>
        </w:rPr>
        <w:t>.</w:t>
      </w:r>
    </w:p>
    <w:p w:rsidR="00E63DFA" w:rsidRPr="00993CF0" w:rsidRDefault="0005584B" w:rsidP="00B11B0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>Caso não haja solicitaç</w:t>
      </w:r>
      <w:r w:rsidR="00C35E91">
        <w:rPr>
          <w:rFonts w:ascii="Arial" w:hAnsi="Arial" w:cs="Arial"/>
          <w:color w:val="FF0000"/>
          <w:szCs w:val="24"/>
          <w:lang w:eastAsia="ko-KR"/>
        </w:rPr>
        <w:t>ão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="00E62DB4" w:rsidRPr="00E62DB4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35E91">
        <w:rPr>
          <w:rFonts w:ascii="Arial" w:hAnsi="Arial" w:cs="Arial"/>
          <w:color w:val="FF0000"/>
          <w:szCs w:val="24"/>
          <w:lang w:eastAsia="ko-KR"/>
        </w:rPr>
        <w:t>lê o relatório 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080B06" w:rsidRPr="00993CF0">
        <w:rPr>
          <w:rFonts w:ascii="Arial" w:hAnsi="Arial" w:cs="Arial"/>
          <w:color w:val="FF0000"/>
          <w:szCs w:val="24"/>
          <w:lang w:eastAsia="ko-KR"/>
        </w:rPr>
        <w:t>segue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C35E91" w:rsidRPr="00C35E91">
        <w:rPr>
          <w:rFonts w:ascii="Arial" w:hAnsi="Arial" w:cs="Arial"/>
          <w:b/>
          <w:color w:val="FF0000"/>
          <w:szCs w:val="24"/>
          <w:u w:val="single"/>
          <w:lang w:eastAsia="ko-KR"/>
        </w:rPr>
        <w:t>item</w:t>
      </w:r>
      <w:r w:rsidR="00C35E91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</w:t>
      </w:r>
      <w:r w:rsidR="00C35E9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C35E91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_Ref526255634 \r \h </w:instrText>
      </w:r>
      <w:r w:rsidR="00C35E91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C35E9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10.6</w:t>
      </w:r>
      <w:r w:rsidR="00C35E9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E62DB4">
        <w:rPr>
          <w:rFonts w:ascii="Arial" w:hAnsi="Arial" w:cs="Arial"/>
          <w:color w:val="FF0000"/>
          <w:szCs w:val="24"/>
          <w:lang w:eastAsia="ko-KR"/>
        </w:rPr>
        <w:t>.</w:t>
      </w:r>
    </w:p>
    <w:p w:rsidR="00C35E91" w:rsidRPr="00993CF0" w:rsidRDefault="00C35E91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Em caso de solicitação de l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eitura </w:t>
      </w:r>
      <w:r>
        <w:rPr>
          <w:rFonts w:ascii="Arial" w:hAnsi="Arial" w:cs="Arial"/>
          <w:color w:val="FF0000"/>
          <w:szCs w:val="24"/>
          <w:lang w:eastAsia="ko-KR"/>
        </w:rPr>
        <w:t xml:space="preserve">na íntegra 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do </w:t>
      </w:r>
      <w:r>
        <w:rPr>
          <w:rFonts w:ascii="Arial" w:hAnsi="Arial" w:cs="Arial"/>
          <w:color w:val="FF0000"/>
          <w:szCs w:val="24"/>
          <w:lang w:eastAsia="ko-KR"/>
        </w:rPr>
        <w:t>Requerimento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286C80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</w:t>
      </w:r>
      <w:r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ª</w:t>
      </w:r>
      <w:r w:rsidRPr="00286C80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 xml:space="preserve">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B11B06" w:rsidRDefault="00C35E91" w:rsidP="00B11B06">
      <w:pPr>
        <w:spacing w:line="360" w:lineRule="auto"/>
        <w:ind w:left="426"/>
        <w:jc w:val="both"/>
        <w:rPr>
          <w:rFonts w:ascii="Arial" w:hAnsi="Arial" w:cs="Arial"/>
          <w:szCs w:val="24"/>
          <w:lang w:eastAsia="ko-KR"/>
        </w:rPr>
      </w:pPr>
      <w:r w:rsidRPr="00286C80">
        <w:rPr>
          <w:rFonts w:ascii="Arial" w:hAnsi="Arial" w:cs="Arial"/>
          <w:b/>
          <w:szCs w:val="24"/>
          <w:lang w:eastAsia="ko-KR"/>
        </w:rPr>
        <w:t xml:space="preserve">SENHORA </w:t>
      </w:r>
      <w:r>
        <w:rPr>
          <w:rFonts w:ascii="Arial" w:hAnsi="Arial" w:cs="Arial"/>
          <w:b/>
          <w:szCs w:val="24"/>
          <w:lang w:eastAsia="ko-KR"/>
        </w:rPr>
        <w:t>PRESIDENTE</w:t>
      </w:r>
      <w:r w:rsidRPr="00286C80">
        <w:rPr>
          <w:rFonts w:ascii="Arial" w:hAnsi="Arial" w:cs="Arial"/>
          <w:b/>
          <w:szCs w:val="24"/>
          <w:lang w:eastAsia="ko-KR"/>
        </w:rPr>
        <w:t xml:space="preserve">, FOI SOLICITADA A LEITURA NA ÍNTEGRA DESTE </w:t>
      </w:r>
      <w:r>
        <w:rPr>
          <w:rFonts w:ascii="Arial" w:hAnsi="Arial" w:cs="Arial"/>
          <w:b/>
          <w:szCs w:val="24"/>
          <w:lang w:eastAsia="ko-KR"/>
        </w:rPr>
        <w:t>REQUERIMENTO</w:t>
      </w:r>
      <w:r w:rsidRPr="00286C80">
        <w:rPr>
          <w:rFonts w:ascii="Arial" w:hAnsi="Arial" w:cs="Arial"/>
          <w:b/>
          <w:szCs w:val="24"/>
          <w:lang w:eastAsia="ko-KR"/>
        </w:rPr>
        <w:t>!</w:t>
      </w:r>
    </w:p>
    <w:p w:rsidR="00C35E91" w:rsidRDefault="00C35E91" w:rsidP="00B11B0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="00B11B06" w:rsidRPr="00B11B06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lê o </w:t>
      </w:r>
      <w:r w:rsidR="00B11B06">
        <w:rPr>
          <w:rFonts w:ascii="Arial" w:hAnsi="Arial" w:cs="Arial"/>
          <w:color w:val="FF0000"/>
          <w:szCs w:val="24"/>
          <w:lang w:eastAsia="ko-KR"/>
        </w:rPr>
        <w:t>Requerimento e prossegue no relatório</w:t>
      </w:r>
      <w:r w:rsidR="006D7A14">
        <w:rPr>
          <w:rFonts w:ascii="Arial" w:hAnsi="Arial" w:cs="Arial"/>
          <w:color w:val="FF0000"/>
          <w:szCs w:val="24"/>
          <w:lang w:eastAsia="ko-KR"/>
        </w:rPr>
        <w:t>.</w:t>
      </w:r>
    </w:p>
    <w:p w:rsidR="00C35E91" w:rsidRPr="00993CF0" w:rsidRDefault="00C35E91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Em caso de solicitação de votação 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do </w:t>
      </w:r>
      <w:r w:rsidR="00B11B06">
        <w:rPr>
          <w:rFonts w:ascii="Arial" w:hAnsi="Arial" w:cs="Arial"/>
          <w:color w:val="FF0000"/>
          <w:szCs w:val="24"/>
          <w:lang w:eastAsia="ko-KR"/>
        </w:rPr>
        <w:t>Requerimento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</w:t>
      </w:r>
      <w:r w:rsidRPr="00286C80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 xml:space="preserve">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B11B06" w:rsidRDefault="00C35E91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C35E91">
        <w:rPr>
          <w:rFonts w:ascii="Arial" w:hAnsi="Arial" w:cs="Arial"/>
          <w:b/>
          <w:szCs w:val="24"/>
          <w:lang w:eastAsia="ko-KR"/>
        </w:rPr>
        <w:t>SENHORA PRESIDENTE, FOI SOLICITADA A VOTAÇÃO DESTE REQUERIMENTO!</w:t>
      </w:r>
    </w:p>
    <w:p w:rsidR="00C35E91" w:rsidRDefault="00C35E91" w:rsidP="00B11B0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C35E91">
        <w:rPr>
          <w:rFonts w:ascii="Arial" w:hAnsi="Arial" w:cs="Arial"/>
          <w:color w:val="FF0000"/>
          <w:szCs w:val="24"/>
          <w:lang w:eastAsia="ko-KR"/>
        </w:rPr>
        <w:t>A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C279C5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coloca o </w:t>
      </w:r>
      <w:r w:rsidR="00B11B06">
        <w:rPr>
          <w:rFonts w:ascii="Arial" w:hAnsi="Arial" w:cs="Arial"/>
          <w:color w:val="FF0000"/>
          <w:szCs w:val="24"/>
          <w:lang w:eastAsia="ko-KR"/>
        </w:rPr>
        <w:t>Requerimento</w:t>
      </w:r>
      <w:r>
        <w:rPr>
          <w:rFonts w:ascii="Arial" w:hAnsi="Arial" w:cs="Arial"/>
          <w:color w:val="FF0000"/>
          <w:szCs w:val="24"/>
          <w:lang w:eastAsia="ko-KR"/>
        </w:rPr>
        <w:t xml:space="preserve"> em votação</w:t>
      </w:r>
      <w:r w:rsidR="00F31DF1">
        <w:rPr>
          <w:rFonts w:ascii="Arial" w:hAnsi="Arial" w:cs="Arial"/>
          <w:color w:val="FF0000"/>
          <w:szCs w:val="24"/>
          <w:lang w:eastAsia="ko-KR"/>
        </w:rPr>
        <w:t xml:space="preserve"> (ver </w: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t>itens</w:t>
      </w:r>
      <w:r w:rsidR="00F31DF1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</w:t>
      </w:r>
      <w:r w:rsidR="00F31DF1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F31DF1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_Ref526255980 \r \h  \* MERGEFORMAT </w:instrText>
      </w:r>
      <w:r w:rsidR="00F31DF1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F31DF1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10.4</w:t>
      </w:r>
      <w:r w:rsidR="00F31DF1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e </w: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_Ref526256135 \r \h </w:instrTex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10.5</w: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F31DF1" w:rsidRPr="00B53CEB">
        <w:rPr>
          <w:rFonts w:ascii="Arial" w:hAnsi="Arial" w:cs="Arial"/>
          <w:color w:val="FF0000"/>
          <w:szCs w:val="24"/>
          <w:lang w:eastAsia="ko-KR"/>
        </w:rPr>
        <w:t>).</w:t>
      </w:r>
    </w:p>
    <w:p w:rsidR="00C35E91" w:rsidRPr="00993CF0" w:rsidRDefault="00C35E91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Em caso de solicitação de leitura e votação 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do </w:t>
      </w:r>
      <w:r w:rsidR="006D7A14">
        <w:rPr>
          <w:rFonts w:ascii="Arial" w:hAnsi="Arial" w:cs="Arial"/>
          <w:color w:val="FF0000"/>
          <w:szCs w:val="24"/>
          <w:lang w:eastAsia="ko-KR"/>
        </w:rPr>
        <w:t>Requerimento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</w:t>
      </w:r>
      <w:r w:rsidRPr="00286C80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 xml:space="preserve">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B11B06" w:rsidRDefault="00C35E91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C279C5">
        <w:rPr>
          <w:rFonts w:ascii="Arial" w:hAnsi="Arial" w:cs="Arial"/>
          <w:b/>
          <w:szCs w:val="24"/>
          <w:lang w:eastAsia="ko-KR"/>
        </w:rPr>
        <w:t xml:space="preserve">SENHORA </w:t>
      </w:r>
      <w:r>
        <w:rPr>
          <w:rFonts w:ascii="Arial" w:hAnsi="Arial" w:cs="Arial"/>
          <w:b/>
          <w:szCs w:val="24"/>
          <w:lang w:eastAsia="ko-KR"/>
        </w:rPr>
        <w:t>PRESIDENTE</w:t>
      </w:r>
      <w:r w:rsidRPr="00C279C5">
        <w:rPr>
          <w:rFonts w:ascii="Arial" w:hAnsi="Arial" w:cs="Arial"/>
          <w:b/>
          <w:szCs w:val="24"/>
          <w:lang w:eastAsia="ko-KR"/>
        </w:rPr>
        <w:t xml:space="preserve">, FORAM SOLICITADAS A LEITURA E A VOTAÇÃO DESTE </w:t>
      </w:r>
      <w:r>
        <w:rPr>
          <w:rFonts w:ascii="Arial" w:hAnsi="Arial" w:cs="Arial"/>
          <w:b/>
          <w:szCs w:val="24"/>
          <w:lang w:eastAsia="ko-KR"/>
        </w:rPr>
        <w:t>REQUERIMENTO</w:t>
      </w:r>
      <w:r w:rsidR="00B11B06">
        <w:rPr>
          <w:rFonts w:ascii="Arial" w:hAnsi="Arial" w:cs="Arial"/>
          <w:b/>
          <w:szCs w:val="24"/>
          <w:lang w:eastAsia="ko-KR"/>
        </w:rPr>
        <w:t>!</w:t>
      </w:r>
    </w:p>
    <w:p w:rsidR="00B11B06" w:rsidRDefault="006D7A14" w:rsidP="00B11B0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leitura, a</w:t>
      </w:r>
      <w:r w:rsidR="00B11B0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11B06" w:rsidRPr="00C279C5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="00B11B06">
        <w:rPr>
          <w:rFonts w:ascii="Arial" w:hAnsi="Arial" w:cs="Arial"/>
          <w:color w:val="FF0000"/>
          <w:szCs w:val="24"/>
          <w:lang w:eastAsia="ko-KR"/>
        </w:rPr>
        <w:t xml:space="preserve"> coloca o </w:t>
      </w:r>
      <w:r>
        <w:rPr>
          <w:rFonts w:ascii="Arial" w:hAnsi="Arial" w:cs="Arial"/>
          <w:color w:val="FF0000"/>
          <w:szCs w:val="24"/>
          <w:lang w:eastAsia="ko-KR"/>
        </w:rPr>
        <w:t>Requerimento</w:t>
      </w:r>
      <w:r w:rsidR="00B11B06">
        <w:rPr>
          <w:rFonts w:ascii="Arial" w:hAnsi="Arial" w:cs="Arial"/>
          <w:color w:val="FF0000"/>
          <w:szCs w:val="24"/>
          <w:lang w:eastAsia="ko-KR"/>
        </w:rPr>
        <w:t xml:space="preserve"> em votação</w:t>
      </w:r>
      <w:r w:rsidR="00F31DF1">
        <w:rPr>
          <w:rFonts w:ascii="Arial" w:hAnsi="Arial" w:cs="Arial"/>
          <w:color w:val="FF0000"/>
          <w:szCs w:val="24"/>
          <w:lang w:eastAsia="ko-KR"/>
        </w:rPr>
        <w:t xml:space="preserve"> (ver</w:t>
      </w:r>
      <w:r w:rsidR="00B11B06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t>itens</w:t>
      </w:r>
      <w:r w:rsidR="00B11B06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</w:t>
      </w:r>
      <w:r w:rsidR="00B11B06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B11B06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_Ref526255980 \r \h  \* MERGEFORMAT </w:instrText>
      </w:r>
      <w:r w:rsidR="00B11B06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B11B06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10.4</w:t>
      </w:r>
      <w:r w:rsidR="00B11B06" w:rsidRP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e </w:t>
      </w:r>
      <w:r w:rsid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_Ref526256135 \r \h </w:instrText>
      </w:r>
      <w:r w:rsidR="00B11B06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10.5</w:t>
      </w:r>
      <w:r w:rsidR="00B11B06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F31DF1" w:rsidRPr="00B53CEB">
        <w:rPr>
          <w:rFonts w:ascii="Arial" w:hAnsi="Arial" w:cs="Arial"/>
          <w:color w:val="FF0000"/>
          <w:szCs w:val="24"/>
          <w:lang w:eastAsia="ko-KR"/>
        </w:rPr>
        <w:t>)</w:t>
      </w:r>
      <w:r w:rsidRPr="00B53CEB">
        <w:rPr>
          <w:rFonts w:ascii="Arial" w:hAnsi="Arial" w:cs="Arial"/>
          <w:color w:val="FF0000"/>
          <w:szCs w:val="24"/>
          <w:lang w:eastAsia="ko-KR"/>
        </w:rPr>
        <w:t>.</w:t>
      </w:r>
    </w:p>
    <w:p w:rsidR="00C35E91" w:rsidRPr="00993CF0" w:rsidRDefault="00C35E91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1" w:name="_Ref526255980"/>
      <w:r w:rsidRPr="00993CF0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7C61A4">
        <w:rPr>
          <w:rFonts w:ascii="Arial" w:hAnsi="Arial" w:cs="Arial"/>
          <w:color w:val="FF0000"/>
          <w:szCs w:val="24"/>
          <w:lang w:eastAsia="ko-KR"/>
        </w:rPr>
        <w:t xml:space="preserve"> (1 minuto)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ou após elas, a </w:t>
      </w:r>
      <w:r w:rsidRPr="00C279C5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1"/>
    </w:p>
    <w:p w:rsidR="00C35E91" w:rsidRDefault="00C35E91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 w:rsidRPr="00993CF0">
        <w:rPr>
          <w:rFonts w:ascii="Arial" w:hAnsi="Arial" w:cs="Arial"/>
          <w:b/>
          <w:caps/>
          <w:szCs w:val="24"/>
          <w:lang w:eastAsia="ko-KR"/>
        </w:rPr>
        <w:t xml:space="preserve"> ESTÁ EM VOTAÇÃO.</w:t>
      </w:r>
    </w:p>
    <w:p w:rsidR="00C35E91" w:rsidRPr="00C279C5" w:rsidRDefault="00C35E91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C279C5">
        <w:rPr>
          <w:rFonts w:ascii="Arial" w:hAnsi="Arial" w:cs="Arial"/>
          <w:b/>
          <w:caps/>
          <w:szCs w:val="24"/>
          <w:lang w:eastAsia="ko-KR"/>
        </w:rPr>
        <w:t xml:space="preserve">os que forem </w:t>
      </w:r>
      <w:r w:rsidRPr="00C279C5">
        <w:rPr>
          <w:rFonts w:ascii="Arial" w:hAnsi="Arial" w:cs="Arial"/>
          <w:b/>
          <w:caps/>
          <w:color w:val="FF0000"/>
          <w:szCs w:val="24"/>
          <w:u w:val="single"/>
          <w:lang w:eastAsia="ko-KR"/>
        </w:rPr>
        <w:t>contrários</w:t>
      </w:r>
      <w:r w:rsidRPr="00C279C5">
        <w:rPr>
          <w:rFonts w:ascii="Arial" w:hAnsi="Arial" w:cs="Arial"/>
          <w:b/>
          <w:caps/>
          <w:color w:val="FF0000"/>
          <w:szCs w:val="24"/>
          <w:lang w:eastAsia="ko-KR"/>
        </w:rPr>
        <w:t xml:space="preserve"> </w:t>
      </w:r>
      <w:r w:rsidRPr="00C279C5">
        <w:rPr>
          <w:rFonts w:ascii="Arial" w:hAnsi="Arial" w:cs="Arial"/>
          <w:b/>
          <w:caps/>
          <w:szCs w:val="24"/>
          <w:lang w:eastAsia="ko-KR"/>
        </w:rPr>
        <w:t>que levantem O BRAÇO.</w:t>
      </w:r>
    </w:p>
    <w:p w:rsidR="00C35E91" w:rsidRPr="00993CF0" w:rsidRDefault="00C35E91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526256135"/>
      <w:r w:rsidRPr="00993CF0">
        <w:rPr>
          <w:rFonts w:ascii="Arial" w:hAnsi="Arial" w:cs="Arial"/>
          <w:color w:val="FF0000"/>
          <w:szCs w:val="24"/>
          <w:lang w:eastAsia="ko-KR"/>
        </w:rPr>
        <w:t xml:space="preserve">Após a votação, a </w:t>
      </w:r>
      <w:r w:rsidRPr="00C279C5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anuncia o resultado:</w:t>
      </w:r>
      <w:bookmarkEnd w:id="2"/>
    </w:p>
    <w:p w:rsidR="00C35E91" w:rsidRPr="00993CF0" w:rsidRDefault="00C35E91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 w:rsidRPr="00993CF0">
        <w:rPr>
          <w:rFonts w:ascii="Arial" w:hAnsi="Arial" w:cs="Arial"/>
          <w:b/>
          <w:szCs w:val="24"/>
        </w:rPr>
        <w:t xml:space="preserve"> FOI (APROVADO/REJEITADO).</w:t>
      </w:r>
    </w:p>
    <w:p w:rsidR="00C35E91" w:rsidRPr="00993CF0" w:rsidRDefault="00C35E91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PRÓXIMO </w:t>
      </w:r>
      <w:r w:rsidR="006D7A14">
        <w:rPr>
          <w:rFonts w:ascii="Arial" w:hAnsi="Arial" w:cs="Arial"/>
          <w:b/>
          <w:szCs w:val="24"/>
        </w:rPr>
        <w:t>REQUERIMENTO</w:t>
      </w:r>
      <w:r w:rsidRPr="00993CF0">
        <w:rPr>
          <w:rFonts w:ascii="Arial" w:hAnsi="Arial" w:cs="Arial"/>
          <w:b/>
          <w:szCs w:val="24"/>
        </w:rPr>
        <w:t>!</w:t>
      </w:r>
    </w:p>
    <w:p w:rsidR="00C35E91" w:rsidRPr="00993CF0" w:rsidRDefault="00C35E91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526255634"/>
      <w:r w:rsidRPr="00993CF0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Requerimentos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E62DB4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3"/>
    </w:p>
    <w:p w:rsidR="00C35E91" w:rsidRPr="00993CF0" w:rsidRDefault="00C35E91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E62DB4">
        <w:rPr>
          <w:rFonts w:ascii="Arial" w:hAnsi="Arial" w:cs="Arial"/>
          <w:b/>
          <w:szCs w:val="24"/>
        </w:rPr>
        <w:t xml:space="preserve">NÃO HÁ MAIS </w:t>
      </w:r>
      <w:r>
        <w:rPr>
          <w:rFonts w:ascii="Arial" w:hAnsi="Arial" w:cs="Arial"/>
          <w:b/>
          <w:szCs w:val="24"/>
          <w:lang w:eastAsia="ko-KR"/>
        </w:rPr>
        <w:t>REQUERIMENTOS</w:t>
      </w:r>
      <w:r w:rsidRPr="00E62DB4">
        <w:rPr>
          <w:rFonts w:ascii="Arial" w:hAnsi="Arial" w:cs="Arial"/>
          <w:b/>
          <w:szCs w:val="24"/>
        </w:rPr>
        <w:t>, SENHORA PRESIDENTE!</w:t>
      </w:r>
    </w:p>
    <w:p w:rsidR="00C35E91" w:rsidRPr="00993CF0" w:rsidRDefault="00C35E91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993CF0">
        <w:rPr>
          <w:rFonts w:ascii="Arial" w:hAnsi="Arial" w:cs="Arial"/>
          <w:color w:val="FF0000"/>
          <w:szCs w:val="24"/>
        </w:rPr>
        <w:t>concluir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a apreciação dos </w:t>
      </w:r>
      <w:r>
        <w:rPr>
          <w:rFonts w:ascii="Arial" w:hAnsi="Arial" w:cs="Arial"/>
          <w:color w:val="FF0000"/>
          <w:szCs w:val="24"/>
          <w:lang w:eastAsia="ko-KR"/>
        </w:rPr>
        <w:t>Requerimentos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E62DB4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C35E91" w:rsidRPr="00993CF0" w:rsidRDefault="00C35E91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OS </w:t>
      </w:r>
      <w:r>
        <w:rPr>
          <w:rFonts w:ascii="Arial" w:hAnsi="Arial" w:cs="Arial"/>
          <w:b/>
          <w:szCs w:val="24"/>
          <w:lang w:eastAsia="ko-KR"/>
        </w:rPr>
        <w:t>REQUERIMENTOS</w:t>
      </w:r>
      <w:r w:rsidRPr="00993CF0">
        <w:rPr>
          <w:rFonts w:ascii="Arial" w:hAnsi="Arial" w:cs="Arial"/>
          <w:b/>
          <w:szCs w:val="24"/>
        </w:rPr>
        <w:t xml:space="preserve"> FORAM APRECIADOS, NA FORMA REGIMENTAL.</w:t>
      </w:r>
    </w:p>
    <w:p w:rsidR="006B03AF" w:rsidRPr="00993CF0" w:rsidRDefault="006B03AF" w:rsidP="00B11B06">
      <w:pPr>
        <w:spacing w:line="360" w:lineRule="auto"/>
        <w:ind w:left="426" w:hanging="426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br w:type="page"/>
      </w:r>
    </w:p>
    <w:p w:rsidR="0020586B" w:rsidRPr="00993CF0" w:rsidRDefault="0020586B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lastRenderedPageBreak/>
        <w:t xml:space="preserve">A </w:t>
      </w:r>
      <w:r w:rsidR="00C279C5" w:rsidRPr="00D0535F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solicita a leitura dos </w:t>
      </w:r>
      <w:r w:rsidR="00D0535F" w:rsidRPr="00D0535F">
        <w:rPr>
          <w:rFonts w:ascii="Arial" w:hAnsi="Arial" w:cs="Arial"/>
          <w:b/>
          <w:color w:val="FF0000"/>
          <w:szCs w:val="24"/>
          <w:u w:val="single"/>
        </w:rPr>
        <w:t>PEDIDOS DE INFORMAÇÕES</w:t>
      </w:r>
      <w:r w:rsidRPr="00993CF0">
        <w:rPr>
          <w:rFonts w:ascii="Arial" w:hAnsi="Arial" w:cs="Arial"/>
          <w:color w:val="FF0000"/>
          <w:szCs w:val="24"/>
        </w:rPr>
        <w:t>:</w:t>
      </w:r>
    </w:p>
    <w:p w:rsidR="0020586B" w:rsidRPr="00993CF0" w:rsidRDefault="0020586B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993CF0">
        <w:rPr>
          <w:rFonts w:ascii="Arial" w:hAnsi="Arial" w:cs="Arial"/>
          <w:b/>
          <w:szCs w:val="24"/>
        </w:rPr>
        <w:t>SOLICITO</w:t>
      </w:r>
      <w:r w:rsidRPr="00993CF0">
        <w:rPr>
          <w:rFonts w:ascii="Arial" w:hAnsi="Arial" w:cs="Arial"/>
          <w:b/>
          <w:szCs w:val="24"/>
          <w:lang w:eastAsia="ko-KR"/>
        </w:rPr>
        <w:t xml:space="preserve"> À</w:t>
      </w:r>
      <w:proofErr w:type="gramEnd"/>
      <w:r w:rsidRPr="00993CF0">
        <w:rPr>
          <w:rFonts w:ascii="Arial" w:hAnsi="Arial" w:cs="Arial"/>
          <w:b/>
          <w:szCs w:val="24"/>
          <w:lang w:eastAsia="ko-KR"/>
        </w:rPr>
        <w:t xml:space="preserve"> 2ª SECRETÁRIA QUE FAÇA A LEITURA DAS SÍNTESES DOS PEDIDOS DE INFORMAÇÕES PROTOCOLADOS PARA ESTA SESSÃO.</w:t>
      </w:r>
    </w:p>
    <w:p w:rsidR="005A3419" w:rsidRPr="00993CF0" w:rsidRDefault="005A3419" w:rsidP="005A341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>Caso não haja solicitaç</w:t>
      </w:r>
      <w:r>
        <w:rPr>
          <w:rFonts w:ascii="Arial" w:hAnsi="Arial" w:cs="Arial"/>
          <w:color w:val="FF0000"/>
          <w:szCs w:val="24"/>
          <w:lang w:eastAsia="ko-KR"/>
        </w:rPr>
        <w:t>ão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de leitura na íntegra ou votação, a </w:t>
      </w:r>
      <w:r w:rsidRPr="00E62DB4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>lê o relatório 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segue para o </w:t>
      </w:r>
      <w:r w:rsidRPr="00C35E91">
        <w:rPr>
          <w:rFonts w:ascii="Arial" w:hAnsi="Arial" w:cs="Arial"/>
          <w:b/>
          <w:color w:val="FF0000"/>
          <w:szCs w:val="24"/>
          <w:u w:val="single"/>
          <w:lang w:eastAsia="ko-KR"/>
        </w:rPr>
        <w:t>item</w:t>
      </w:r>
      <w:r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</w:t>
      </w:r>
      <w:r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_Ref526258101 \r \h </w:instrText>
      </w:r>
      <w:r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11.6</w:t>
      </w:r>
      <w:r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>
        <w:rPr>
          <w:rFonts w:ascii="Arial" w:hAnsi="Arial" w:cs="Arial"/>
          <w:color w:val="FF0000"/>
          <w:szCs w:val="24"/>
          <w:lang w:eastAsia="ko-KR"/>
        </w:rPr>
        <w:t>.</w:t>
      </w:r>
    </w:p>
    <w:p w:rsidR="005A3419" w:rsidRPr="00993CF0" w:rsidRDefault="005A3419" w:rsidP="00F10A87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Em caso de solicitação de l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eitura </w:t>
      </w:r>
      <w:r>
        <w:rPr>
          <w:rFonts w:ascii="Arial" w:hAnsi="Arial" w:cs="Arial"/>
          <w:color w:val="FF0000"/>
          <w:szCs w:val="24"/>
          <w:lang w:eastAsia="ko-KR"/>
        </w:rPr>
        <w:t xml:space="preserve">na íntegra 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do </w:t>
      </w:r>
      <w:r w:rsidR="00D52488">
        <w:rPr>
          <w:rFonts w:ascii="Arial" w:hAnsi="Arial" w:cs="Arial"/>
          <w:color w:val="FF0000"/>
          <w:szCs w:val="24"/>
          <w:lang w:eastAsia="ko-KR"/>
        </w:rPr>
        <w:t>PI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286C80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</w:t>
      </w:r>
      <w:r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ª</w:t>
      </w:r>
      <w:r w:rsidRPr="00286C80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 xml:space="preserve">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A3419" w:rsidRDefault="005A3419" w:rsidP="005A3419">
      <w:pPr>
        <w:spacing w:line="360" w:lineRule="auto"/>
        <w:ind w:left="426"/>
        <w:jc w:val="both"/>
        <w:rPr>
          <w:rFonts w:ascii="Arial" w:hAnsi="Arial" w:cs="Arial"/>
          <w:szCs w:val="24"/>
          <w:lang w:eastAsia="ko-KR"/>
        </w:rPr>
      </w:pPr>
      <w:r w:rsidRPr="00286C80">
        <w:rPr>
          <w:rFonts w:ascii="Arial" w:hAnsi="Arial" w:cs="Arial"/>
          <w:b/>
          <w:szCs w:val="24"/>
          <w:lang w:eastAsia="ko-KR"/>
        </w:rPr>
        <w:t xml:space="preserve">SENHORA </w:t>
      </w:r>
      <w:r>
        <w:rPr>
          <w:rFonts w:ascii="Arial" w:hAnsi="Arial" w:cs="Arial"/>
          <w:b/>
          <w:szCs w:val="24"/>
          <w:lang w:eastAsia="ko-KR"/>
        </w:rPr>
        <w:t>PRESIDENTE</w:t>
      </w:r>
      <w:r w:rsidRPr="00286C80">
        <w:rPr>
          <w:rFonts w:ascii="Arial" w:hAnsi="Arial" w:cs="Arial"/>
          <w:b/>
          <w:szCs w:val="24"/>
          <w:lang w:eastAsia="ko-KR"/>
        </w:rPr>
        <w:t xml:space="preserve">, FOI SOLICITADA A LEITURA NA ÍNTEGRA DESTE </w:t>
      </w:r>
      <w:r>
        <w:rPr>
          <w:rFonts w:ascii="Arial" w:hAnsi="Arial" w:cs="Arial"/>
          <w:b/>
          <w:szCs w:val="24"/>
          <w:lang w:eastAsia="ko-KR"/>
        </w:rPr>
        <w:t>PEDIDO DE INFORMAÇÕES</w:t>
      </w:r>
      <w:r w:rsidRPr="00286C80">
        <w:rPr>
          <w:rFonts w:ascii="Arial" w:hAnsi="Arial" w:cs="Arial"/>
          <w:b/>
          <w:szCs w:val="24"/>
          <w:lang w:eastAsia="ko-KR"/>
        </w:rPr>
        <w:t>!</w:t>
      </w:r>
    </w:p>
    <w:p w:rsidR="005A3419" w:rsidRDefault="005A3419" w:rsidP="005A341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Pr="00B11B06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lê o </w:t>
      </w:r>
      <w:r w:rsidR="00D52488">
        <w:rPr>
          <w:rFonts w:ascii="Arial" w:hAnsi="Arial" w:cs="Arial"/>
          <w:color w:val="FF0000"/>
          <w:szCs w:val="24"/>
          <w:lang w:eastAsia="ko-KR"/>
        </w:rPr>
        <w:t>PI</w:t>
      </w:r>
      <w:r>
        <w:rPr>
          <w:rFonts w:ascii="Arial" w:hAnsi="Arial" w:cs="Arial"/>
          <w:color w:val="FF0000"/>
          <w:szCs w:val="24"/>
          <w:lang w:eastAsia="ko-KR"/>
        </w:rPr>
        <w:t xml:space="preserve"> e prossegue no relatório.</w:t>
      </w:r>
    </w:p>
    <w:p w:rsidR="005A3419" w:rsidRPr="00993CF0" w:rsidRDefault="005A3419" w:rsidP="00F10A87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Em caso de solicitação de votação 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do </w:t>
      </w:r>
      <w:r w:rsidR="00D52488">
        <w:rPr>
          <w:rFonts w:ascii="Arial" w:hAnsi="Arial" w:cs="Arial"/>
          <w:color w:val="FF0000"/>
          <w:szCs w:val="24"/>
          <w:lang w:eastAsia="ko-KR"/>
        </w:rPr>
        <w:t>PI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</w:t>
      </w:r>
      <w:r w:rsidRPr="00286C80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 xml:space="preserve">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A3419" w:rsidRDefault="005A3419" w:rsidP="005A3419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C35E91">
        <w:rPr>
          <w:rFonts w:ascii="Arial" w:hAnsi="Arial" w:cs="Arial"/>
          <w:b/>
          <w:szCs w:val="24"/>
          <w:lang w:eastAsia="ko-KR"/>
        </w:rPr>
        <w:t xml:space="preserve">SENHORA PRESIDENTE, FOI SOLICITADA A VOTAÇÃO DESTE </w:t>
      </w:r>
      <w:r>
        <w:rPr>
          <w:rFonts w:ascii="Arial" w:hAnsi="Arial" w:cs="Arial"/>
          <w:b/>
          <w:szCs w:val="24"/>
          <w:lang w:eastAsia="ko-KR"/>
        </w:rPr>
        <w:t>PEDIDO DE INFORMAÇÕES</w:t>
      </w:r>
      <w:r w:rsidRPr="00C35E91">
        <w:rPr>
          <w:rFonts w:ascii="Arial" w:hAnsi="Arial" w:cs="Arial"/>
          <w:b/>
          <w:szCs w:val="24"/>
          <w:lang w:eastAsia="ko-KR"/>
        </w:rPr>
        <w:t>!</w:t>
      </w:r>
    </w:p>
    <w:p w:rsidR="005A3419" w:rsidRDefault="005A3419" w:rsidP="005A341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C35E91">
        <w:rPr>
          <w:rFonts w:ascii="Arial" w:hAnsi="Arial" w:cs="Arial"/>
          <w:color w:val="FF0000"/>
          <w:szCs w:val="24"/>
          <w:lang w:eastAsia="ko-KR"/>
        </w:rPr>
        <w:t>A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C279C5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coloca o </w:t>
      </w:r>
      <w:r w:rsidR="007C61A4">
        <w:rPr>
          <w:rFonts w:ascii="Arial" w:hAnsi="Arial" w:cs="Arial"/>
          <w:color w:val="FF0000"/>
          <w:szCs w:val="24"/>
          <w:lang w:eastAsia="ko-KR"/>
        </w:rPr>
        <w:t>PI</w:t>
      </w:r>
      <w:r>
        <w:rPr>
          <w:rFonts w:ascii="Arial" w:hAnsi="Arial" w:cs="Arial"/>
          <w:color w:val="FF0000"/>
          <w:szCs w:val="24"/>
          <w:lang w:eastAsia="ko-KR"/>
        </w:rPr>
        <w:t xml:space="preserve"> em votação</w:t>
      </w:r>
      <w:r w:rsidR="00F31DF1">
        <w:rPr>
          <w:rFonts w:ascii="Arial" w:hAnsi="Arial" w:cs="Arial"/>
          <w:color w:val="FF0000"/>
          <w:szCs w:val="24"/>
          <w:lang w:eastAsia="ko-KR"/>
        </w:rPr>
        <w:t xml:space="preserve"> (ver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b/>
          <w:color w:val="FF0000"/>
          <w:szCs w:val="24"/>
          <w:u w:val="single"/>
          <w:lang w:eastAsia="ko-KR"/>
        </w:rPr>
        <w:t>itens</w:t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</w:t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_Ref526258202 \r \h </w:instrText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11.4</w:t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e </w:t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_Ref526258205 \r \h </w:instrText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11.5</w:t>
      </w:r>
      <w:r w:rsidR="007C61A4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F31DF1">
        <w:rPr>
          <w:rFonts w:ascii="Arial" w:hAnsi="Arial" w:cs="Arial"/>
          <w:color w:val="FF0000"/>
          <w:szCs w:val="24"/>
          <w:lang w:eastAsia="ko-KR"/>
        </w:rPr>
        <w:t>).</w:t>
      </w:r>
    </w:p>
    <w:p w:rsidR="005A3419" w:rsidRPr="00993CF0" w:rsidRDefault="005A3419" w:rsidP="00F10A87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Em caso de solicitação de leitura e votação 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do </w:t>
      </w:r>
      <w:r w:rsidR="007C61A4">
        <w:rPr>
          <w:rFonts w:ascii="Arial" w:hAnsi="Arial" w:cs="Arial"/>
          <w:color w:val="FF0000"/>
          <w:szCs w:val="24"/>
          <w:lang w:eastAsia="ko-KR"/>
        </w:rPr>
        <w:t>PI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</w:t>
      </w:r>
      <w:r w:rsidRPr="00286C80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 xml:space="preserve">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A3419" w:rsidRDefault="005A3419" w:rsidP="005A3419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C279C5">
        <w:rPr>
          <w:rFonts w:ascii="Arial" w:hAnsi="Arial" w:cs="Arial"/>
          <w:b/>
          <w:szCs w:val="24"/>
          <w:lang w:eastAsia="ko-KR"/>
        </w:rPr>
        <w:t xml:space="preserve">SENHORA </w:t>
      </w:r>
      <w:r>
        <w:rPr>
          <w:rFonts w:ascii="Arial" w:hAnsi="Arial" w:cs="Arial"/>
          <w:b/>
          <w:szCs w:val="24"/>
          <w:lang w:eastAsia="ko-KR"/>
        </w:rPr>
        <w:t>PRESIDENTE</w:t>
      </w:r>
      <w:r w:rsidRPr="00C279C5">
        <w:rPr>
          <w:rFonts w:ascii="Arial" w:hAnsi="Arial" w:cs="Arial"/>
          <w:b/>
          <w:szCs w:val="24"/>
          <w:lang w:eastAsia="ko-KR"/>
        </w:rPr>
        <w:t xml:space="preserve">, FORAM SOLICITADAS A LEITURA E A VOTAÇÃO DESTE </w:t>
      </w:r>
      <w:r>
        <w:rPr>
          <w:rFonts w:ascii="Arial" w:hAnsi="Arial" w:cs="Arial"/>
          <w:b/>
          <w:szCs w:val="24"/>
          <w:lang w:eastAsia="ko-KR"/>
        </w:rPr>
        <w:t>PEDIDO DE INFORMAÇÕES!</w:t>
      </w:r>
    </w:p>
    <w:p w:rsidR="005A3419" w:rsidRDefault="005A3419" w:rsidP="005A3419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Após leitura, a </w:t>
      </w:r>
      <w:r w:rsidRPr="00C279C5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coloca o </w:t>
      </w:r>
      <w:r w:rsidR="007C61A4">
        <w:rPr>
          <w:rFonts w:ascii="Arial" w:hAnsi="Arial" w:cs="Arial"/>
          <w:color w:val="FF0000"/>
          <w:szCs w:val="24"/>
          <w:lang w:eastAsia="ko-KR"/>
        </w:rPr>
        <w:t xml:space="preserve">PI </w:t>
      </w:r>
      <w:r>
        <w:rPr>
          <w:rFonts w:ascii="Arial" w:hAnsi="Arial" w:cs="Arial"/>
          <w:color w:val="FF0000"/>
          <w:szCs w:val="24"/>
          <w:lang w:eastAsia="ko-KR"/>
        </w:rPr>
        <w:t>em votação</w:t>
      </w:r>
      <w:r w:rsidR="00F31DF1">
        <w:rPr>
          <w:rFonts w:ascii="Arial" w:hAnsi="Arial" w:cs="Arial"/>
          <w:color w:val="FF0000"/>
          <w:szCs w:val="24"/>
          <w:lang w:eastAsia="ko-KR"/>
        </w:rPr>
        <w:t xml:space="preserve"> (ver </w: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itens </w: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_Ref526258202 \r \h </w:instrTex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11.4</w: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t xml:space="preserve"> e </w: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begin"/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instrText xml:space="preserve"> REF _Ref526258205 \r \h </w:instrTex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Cs w:val="24"/>
          <w:u w:val="single"/>
          <w:lang w:eastAsia="ko-KR"/>
        </w:rPr>
        <w:t>11.5</w:t>
      </w:r>
      <w:r w:rsidR="00F31DF1">
        <w:rPr>
          <w:rFonts w:ascii="Arial" w:hAnsi="Arial" w:cs="Arial"/>
          <w:b/>
          <w:color w:val="FF0000"/>
          <w:szCs w:val="24"/>
          <w:u w:val="single"/>
          <w:lang w:eastAsia="ko-KR"/>
        </w:rPr>
        <w:fldChar w:fldCharType="end"/>
      </w:r>
      <w:r w:rsidR="00F31DF1">
        <w:rPr>
          <w:rFonts w:ascii="Arial" w:hAnsi="Arial" w:cs="Arial"/>
          <w:color w:val="FF0000"/>
          <w:szCs w:val="24"/>
          <w:lang w:eastAsia="ko-KR"/>
        </w:rPr>
        <w:t>).</w:t>
      </w:r>
    </w:p>
    <w:p w:rsidR="005A3419" w:rsidRPr="00993CF0" w:rsidRDefault="005A3419" w:rsidP="00F10A87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526258202"/>
      <w:r w:rsidRPr="00993CF0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7C61A4">
        <w:rPr>
          <w:rFonts w:ascii="Arial" w:hAnsi="Arial" w:cs="Arial"/>
          <w:color w:val="FF0000"/>
          <w:szCs w:val="24"/>
          <w:lang w:eastAsia="ko-KR"/>
        </w:rPr>
        <w:t xml:space="preserve"> (1 minuto)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ou após elas, a </w:t>
      </w:r>
      <w:r w:rsidRPr="00C279C5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4"/>
    </w:p>
    <w:p w:rsidR="005A3419" w:rsidRDefault="005A3419" w:rsidP="005A3419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PEDIDO DE INFORMAÇÕES</w:t>
      </w:r>
      <w:r w:rsidRPr="00993CF0">
        <w:rPr>
          <w:rFonts w:ascii="Arial" w:hAnsi="Arial" w:cs="Arial"/>
          <w:b/>
          <w:caps/>
          <w:szCs w:val="24"/>
          <w:lang w:eastAsia="ko-KR"/>
        </w:rPr>
        <w:t xml:space="preserve"> ESTÁ EM VOTAÇÃO.</w:t>
      </w:r>
    </w:p>
    <w:p w:rsidR="005A3419" w:rsidRPr="00C279C5" w:rsidRDefault="005A3419" w:rsidP="005A3419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C279C5">
        <w:rPr>
          <w:rFonts w:ascii="Arial" w:hAnsi="Arial" w:cs="Arial"/>
          <w:b/>
          <w:caps/>
          <w:szCs w:val="24"/>
          <w:lang w:eastAsia="ko-KR"/>
        </w:rPr>
        <w:t xml:space="preserve">os que forem </w:t>
      </w:r>
      <w:r w:rsidRPr="00C279C5">
        <w:rPr>
          <w:rFonts w:ascii="Arial" w:hAnsi="Arial" w:cs="Arial"/>
          <w:b/>
          <w:caps/>
          <w:color w:val="FF0000"/>
          <w:szCs w:val="24"/>
          <w:u w:val="single"/>
          <w:lang w:eastAsia="ko-KR"/>
        </w:rPr>
        <w:t>contrários</w:t>
      </w:r>
      <w:r w:rsidRPr="00C279C5">
        <w:rPr>
          <w:rFonts w:ascii="Arial" w:hAnsi="Arial" w:cs="Arial"/>
          <w:b/>
          <w:caps/>
          <w:color w:val="FF0000"/>
          <w:szCs w:val="24"/>
          <w:lang w:eastAsia="ko-KR"/>
        </w:rPr>
        <w:t xml:space="preserve"> </w:t>
      </w:r>
      <w:r w:rsidRPr="00C279C5">
        <w:rPr>
          <w:rFonts w:ascii="Arial" w:hAnsi="Arial" w:cs="Arial"/>
          <w:b/>
          <w:caps/>
          <w:szCs w:val="24"/>
          <w:lang w:eastAsia="ko-KR"/>
        </w:rPr>
        <w:t>que levantem O BRAÇO.</w:t>
      </w:r>
    </w:p>
    <w:p w:rsidR="005A3419" w:rsidRPr="00993CF0" w:rsidRDefault="005A3419" w:rsidP="00F10A87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5" w:name="_Ref526258205"/>
      <w:r w:rsidRPr="00993CF0">
        <w:rPr>
          <w:rFonts w:ascii="Arial" w:hAnsi="Arial" w:cs="Arial"/>
          <w:color w:val="FF0000"/>
          <w:szCs w:val="24"/>
          <w:lang w:eastAsia="ko-KR"/>
        </w:rPr>
        <w:t xml:space="preserve">Após a votação, a </w:t>
      </w:r>
      <w:r w:rsidRPr="00C279C5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anuncia o resultado:</w:t>
      </w:r>
      <w:bookmarkEnd w:id="5"/>
    </w:p>
    <w:p w:rsidR="005A3419" w:rsidRPr="00993CF0" w:rsidRDefault="005A3419" w:rsidP="005A3419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PEDIDO DE INFORMAÇÕES</w:t>
      </w:r>
      <w:r w:rsidRPr="00993CF0">
        <w:rPr>
          <w:rFonts w:ascii="Arial" w:hAnsi="Arial" w:cs="Arial"/>
          <w:b/>
          <w:szCs w:val="24"/>
        </w:rPr>
        <w:t xml:space="preserve"> FOI (APROVADO/REJEITADO).</w:t>
      </w:r>
    </w:p>
    <w:p w:rsidR="005A3419" w:rsidRPr="00993CF0" w:rsidRDefault="005A3419" w:rsidP="005A3419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PRÓXIMO </w:t>
      </w:r>
      <w:r>
        <w:rPr>
          <w:rFonts w:ascii="Arial" w:hAnsi="Arial" w:cs="Arial"/>
          <w:b/>
          <w:szCs w:val="24"/>
        </w:rPr>
        <w:t>PEDIDO DE INFORMAÇÕES</w:t>
      </w:r>
      <w:r w:rsidRPr="00993CF0">
        <w:rPr>
          <w:rFonts w:ascii="Arial" w:hAnsi="Arial" w:cs="Arial"/>
          <w:b/>
          <w:szCs w:val="24"/>
        </w:rPr>
        <w:t>!</w:t>
      </w:r>
    </w:p>
    <w:p w:rsidR="005A3419" w:rsidRPr="00993CF0" w:rsidRDefault="005A3419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6" w:name="_Ref526258101"/>
      <w:r w:rsidRPr="00993CF0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E62DB4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>2ª SECRETÁRIA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  <w:bookmarkEnd w:id="6"/>
    </w:p>
    <w:p w:rsidR="005A3419" w:rsidRPr="00993CF0" w:rsidRDefault="005A3419" w:rsidP="005A3419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E62DB4">
        <w:rPr>
          <w:rFonts w:ascii="Arial" w:hAnsi="Arial" w:cs="Arial"/>
          <w:b/>
          <w:szCs w:val="24"/>
        </w:rPr>
        <w:t xml:space="preserve">NÃO HÁ MAIS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E62DB4">
        <w:rPr>
          <w:rFonts w:ascii="Arial" w:hAnsi="Arial" w:cs="Arial"/>
          <w:b/>
          <w:szCs w:val="24"/>
        </w:rPr>
        <w:t>, SENHORA PRESIDENTE!</w:t>
      </w:r>
    </w:p>
    <w:p w:rsidR="005A3419" w:rsidRPr="00993CF0" w:rsidRDefault="005A3419" w:rsidP="006D1E7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993CF0">
        <w:rPr>
          <w:rFonts w:ascii="Arial" w:hAnsi="Arial" w:cs="Arial"/>
          <w:color w:val="FF0000"/>
          <w:szCs w:val="24"/>
        </w:rPr>
        <w:t>concluir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a apreciação dos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Pr="00E62DB4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235FBB" w:rsidRPr="00993CF0" w:rsidRDefault="005A3419" w:rsidP="00E05CAA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993CF0">
        <w:rPr>
          <w:rFonts w:ascii="Arial" w:hAnsi="Arial" w:cs="Arial"/>
          <w:b/>
          <w:szCs w:val="24"/>
        </w:rPr>
        <w:t xml:space="preserve"> FORAM APRECIADOS, NA FORMA REGIMENTAL.</w:t>
      </w:r>
      <w:r w:rsidR="00235FBB" w:rsidRPr="00993CF0">
        <w:rPr>
          <w:rFonts w:ascii="Arial" w:hAnsi="Arial" w:cs="Arial"/>
          <w:b/>
          <w:szCs w:val="24"/>
        </w:rPr>
        <w:br w:type="page"/>
      </w:r>
    </w:p>
    <w:p w:rsidR="0074291E" w:rsidRPr="00993CF0" w:rsidRDefault="0074291E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lastRenderedPageBreak/>
        <w:t xml:space="preserve">A </w:t>
      </w:r>
      <w:r w:rsidR="00C279C5" w:rsidRPr="00E05CAA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</w:rPr>
        <w:t xml:space="preserve"> solicita a leitura dos Votos de Pesar:</w:t>
      </w:r>
    </w:p>
    <w:p w:rsidR="00642CB4" w:rsidRPr="00993CF0" w:rsidRDefault="00642CB4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993CF0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993CF0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993CF0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993CF0">
        <w:rPr>
          <w:rFonts w:ascii="Arial" w:hAnsi="Arial" w:cs="Arial"/>
          <w:b/>
          <w:caps/>
          <w:szCs w:val="24"/>
          <w:lang w:eastAsia="ko-KR"/>
        </w:rPr>
        <w:t>SECRETÁRIO</w:t>
      </w:r>
      <w:r w:rsidRPr="00993CF0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 w:rsidRPr="00993CF0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993CF0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E05CAA" w:rsidRPr="00350ACA" w:rsidRDefault="00E05CAA" w:rsidP="00B53CE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350ACA">
        <w:rPr>
          <w:rFonts w:ascii="Arial" w:hAnsi="Arial" w:cs="Arial"/>
          <w:color w:val="FF0000"/>
          <w:szCs w:val="24"/>
        </w:rPr>
        <w:t xml:space="preserve">O </w:t>
      </w:r>
      <w:r w:rsidRPr="00E05CAA">
        <w:rPr>
          <w:rFonts w:ascii="Arial" w:hAnsi="Arial" w:cs="Arial"/>
          <w:b/>
          <w:color w:val="FFFFFF" w:themeColor="background1"/>
          <w:szCs w:val="24"/>
          <w:highlight w:val="black"/>
        </w:rPr>
        <w:t>1º SECRETÁRIO</w:t>
      </w:r>
      <w:r w:rsidRPr="00350ACA">
        <w:rPr>
          <w:rFonts w:ascii="Arial" w:hAnsi="Arial" w:cs="Arial"/>
          <w:color w:val="FF0000"/>
          <w:szCs w:val="24"/>
        </w:rPr>
        <w:t xml:space="preserve"> </w:t>
      </w:r>
      <w:r>
        <w:rPr>
          <w:rFonts w:ascii="Arial" w:hAnsi="Arial" w:cs="Arial"/>
          <w:color w:val="FF0000"/>
          <w:szCs w:val="24"/>
        </w:rPr>
        <w:t>faz a leitura dos Votos de Pesar na ordem de protocolo</w:t>
      </w:r>
      <w:r w:rsidRPr="00350ACA">
        <w:rPr>
          <w:rFonts w:ascii="Arial" w:hAnsi="Arial" w:cs="Arial"/>
          <w:color w:val="FF0000"/>
          <w:szCs w:val="24"/>
        </w:rPr>
        <w:t>.</w:t>
      </w:r>
    </w:p>
    <w:p w:rsidR="00D1131A" w:rsidRPr="00993CF0" w:rsidRDefault="0005004E" w:rsidP="00B53CE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</w:rPr>
        <w:t>Quando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acabarem os Votos de Pesar, o </w:t>
      </w:r>
      <w:r w:rsidR="00E05CAA" w:rsidRPr="00E05CAA">
        <w:rPr>
          <w:rFonts w:ascii="Arial" w:hAnsi="Arial" w:cs="Arial"/>
          <w:b/>
          <w:color w:val="FFFFFF" w:themeColor="background1"/>
          <w:szCs w:val="24"/>
          <w:highlight w:val="black"/>
        </w:rPr>
        <w:t>1º SECRETÁRIO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05004E" w:rsidRPr="00E05CAA" w:rsidRDefault="0005004E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E05CAA">
        <w:rPr>
          <w:rFonts w:ascii="Arial" w:hAnsi="Arial" w:cs="Arial"/>
          <w:b/>
          <w:caps/>
          <w:szCs w:val="24"/>
          <w:lang w:eastAsia="ko-KR"/>
        </w:rPr>
        <w:t xml:space="preserve">NÃO HÁ MAIS VOTOS DE PESAR, SENHORA </w:t>
      </w:r>
      <w:r w:rsidR="00C279C5" w:rsidRPr="00E05CAA">
        <w:rPr>
          <w:rFonts w:ascii="Arial" w:hAnsi="Arial" w:cs="Arial"/>
          <w:b/>
          <w:caps/>
          <w:szCs w:val="24"/>
          <w:lang w:eastAsia="ko-KR"/>
        </w:rPr>
        <w:t>PRESIDENTE</w:t>
      </w:r>
      <w:r w:rsidRPr="00E05CAA">
        <w:rPr>
          <w:rFonts w:ascii="Arial" w:hAnsi="Arial" w:cs="Arial"/>
          <w:b/>
          <w:caps/>
          <w:szCs w:val="24"/>
          <w:lang w:eastAsia="ko-KR"/>
        </w:rPr>
        <w:t>!</w:t>
      </w:r>
    </w:p>
    <w:p w:rsidR="001A4310" w:rsidRPr="00993CF0" w:rsidRDefault="00D1131A" w:rsidP="00B53CEB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279C5" w:rsidRPr="00E05CAA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="004F004D"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754385" w:rsidRPr="00993CF0" w:rsidRDefault="002F429C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 xml:space="preserve">EM </w:t>
      </w:r>
      <w:r w:rsidRPr="00993CF0">
        <w:rPr>
          <w:rFonts w:ascii="Arial" w:hAnsi="Arial" w:cs="Arial"/>
          <w:b/>
          <w:szCs w:val="24"/>
        </w:rPr>
        <w:t>MEMÓRIA</w:t>
      </w:r>
      <w:r w:rsidRPr="00993CF0">
        <w:rPr>
          <w:rFonts w:ascii="Arial" w:hAnsi="Arial" w:cs="Arial"/>
          <w:b/>
          <w:szCs w:val="24"/>
          <w:lang w:eastAsia="ko-KR"/>
        </w:rPr>
        <w:t xml:space="preserve"> </w:t>
      </w:r>
      <w:r w:rsidR="00212E98" w:rsidRPr="00993CF0">
        <w:rPr>
          <w:rFonts w:ascii="Arial" w:hAnsi="Arial" w:cs="Arial"/>
          <w:b/>
          <w:szCs w:val="24"/>
          <w:lang w:eastAsia="ko-KR"/>
        </w:rPr>
        <w:t>DOS ENTES QUERIDOS</w:t>
      </w:r>
      <w:r w:rsidRPr="00993CF0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</w:p>
    <w:p w:rsidR="00AC225C" w:rsidRPr="00993CF0" w:rsidRDefault="00AC225C" w:rsidP="00B11B06">
      <w:pPr>
        <w:spacing w:line="360" w:lineRule="auto"/>
        <w:ind w:left="426" w:hanging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u w:val="wave"/>
        </w:rPr>
        <w:br w:type="page"/>
      </w:r>
    </w:p>
    <w:p w:rsidR="00AC225C" w:rsidRPr="00993CF0" w:rsidRDefault="00AC225C" w:rsidP="00B11B06">
      <w:pPr>
        <w:spacing w:line="360" w:lineRule="auto"/>
        <w:ind w:left="426" w:hanging="426"/>
        <w:rPr>
          <w:rFonts w:ascii="Arial" w:hAnsi="Arial" w:cs="Arial"/>
          <w:b/>
          <w:szCs w:val="24"/>
          <w:u w:val="wave"/>
        </w:rPr>
      </w:pPr>
    </w:p>
    <w:p w:rsidR="0005004E" w:rsidRPr="00993CF0" w:rsidRDefault="0073219E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279C5" w:rsidRPr="00E05CAA">
        <w:rPr>
          <w:rFonts w:ascii="Arial" w:hAnsi="Arial" w:cs="Arial"/>
          <w:b/>
          <w:color w:val="FF0000"/>
          <w:szCs w:val="24"/>
          <w:u w:val="single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993CF0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993CF0" w:rsidRDefault="0073219E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</w:rPr>
        <w:t>PASSAREMOS</w:t>
      </w:r>
      <w:r w:rsidR="009D4EBC" w:rsidRPr="00993CF0">
        <w:rPr>
          <w:rFonts w:ascii="Arial" w:hAnsi="Arial" w:cs="Arial"/>
          <w:b/>
          <w:szCs w:val="24"/>
          <w:lang w:eastAsia="ko-KR"/>
        </w:rPr>
        <w:t>, NESTE INSTANTE,</w:t>
      </w:r>
      <w:r w:rsidRPr="00993CF0"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993CF0" w:rsidRDefault="0005004E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</w:rPr>
        <w:t>PEÇO</w:t>
      </w:r>
      <w:r w:rsidRPr="00993CF0">
        <w:rPr>
          <w:rFonts w:ascii="Arial" w:hAnsi="Arial" w:cs="Arial"/>
          <w:b/>
          <w:szCs w:val="24"/>
          <w:lang w:eastAsia="ko-KR"/>
        </w:rPr>
        <w:t xml:space="preserve"> AO 1º SECRETÁRIO QUE PROCEDA À LEITURA DO RESUMO DO PRIMEIRO PROJETO CONSTANTE DA ORDEM DO DIA.</w:t>
      </w:r>
    </w:p>
    <w:p w:rsidR="00DA170F" w:rsidRPr="00E05CAA" w:rsidRDefault="00DA170F" w:rsidP="00E05CAA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/>
          <w:color w:val="FF0000"/>
          <w:szCs w:val="24"/>
          <w:lang w:eastAsia="ko-KR"/>
        </w:rPr>
      </w:pPr>
      <w:r w:rsidRPr="00E05CAA">
        <w:rPr>
          <w:rFonts w:ascii="Arial" w:hAnsi="Arial" w:cs="Arial"/>
          <w:color w:val="FF0000"/>
          <w:szCs w:val="24"/>
          <w:lang w:eastAsia="ko-KR"/>
        </w:rPr>
        <w:t xml:space="preserve">Se não houver Requerimento de Inclusão Extraordinária, </w:t>
      </w:r>
      <w:r w:rsidR="00C17092" w:rsidRPr="00E05CAA">
        <w:rPr>
          <w:rFonts w:ascii="Arial" w:hAnsi="Arial" w:cs="Arial"/>
          <w:color w:val="FF0000"/>
          <w:szCs w:val="24"/>
          <w:lang w:eastAsia="ko-KR"/>
        </w:rPr>
        <w:t>seguir</w:t>
      </w:r>
      <w:r w:rsidRPr="00E05CAA">
        <w:rPr>
          <w:rFonts w:ascii="Arial" w:hAnsi="Arial" w:cs="Arial"/>
          <w:color w:val="FF0000"/>
          <w:szCs w:val="24"/>
          <w:lang w:eastAsia="ko-KR"/>
        </w:rPr>
        <w:t xml:space="preserve"> para </w:t>
      </w:r>
      <w:r w:rsidR="00E05CAA" w:rsidRPr="00E05CAA">
        <w:rPr>
          <w:rFonts w:ascii="Arial" w:hAnsi="Arial" w:cs="Arial"/>
          <w:color w:val="FF0000"/>
          <w:szCs w:val="24"/>
          <w:lang w:eastAsia="ko-KR"/>
        </w:rPr>
        <w:t>item</w:t>
      </w:r>
      <w:r w:rsidRPr="00E05CAA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 w:rsidRPr="00E05CAA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 w:rsidRPr="00E05CAA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993CF0" w:rsidRPr="00E05CAA">
        <w:rPr>
          <w:rFonts w:ascii="Arial" w:hAnsi="Arial" w:cs="Arial"/>
          <w:color w:val="FF0000"/>
          <w:szCs w:val="24"/>
          <w:lang w:eastAsia="ko-KR"/>
        </w:rPr>
        <w:instrText xml:space="preserve"> \* MERGEFORMAT </w:instrText>
      </w:r>
      <w:r w:rsidR="00C17092" w:rsidRPr="00E05CAA">
        <w:rPr>
          <w:rFonts w:ascii="Arial" w:hAnsi="Arial" w:cs="Arial"/>
          <w:color w:val="FF0000"/>
          <w:szCs w:val="24"/>
          <w:lang w:eastAsia="ko-KR"/>
        </w:rPr>
      </w:r>
      <w:r w:rsidR="00C17092" w:rsidRPr="00E05CAA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6D4D52">
        <w:rPr>
          <w:rFonts w:ascii="Arial" w:hAnsi="Arial" w:cs="Arial"/>
          <w:color w:val="FF0000"/>
          <w:szCs w:val="24"/>
          <w:lang w:eastAsia="ko-KR"/>
        </w:rPr>
        <w:t>15</w:t>
      </w:r>
      <w:r w:rsidR="00C17092" w:rsidRPr="00E05CAA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="00F10A87">
        <w:rPr>
          <w:rFonts w:ascii="Arial" w:hAnsi="Arial" w:cs="Arial"/>
          <w:color w:val="FF0000"/>
          <w:szCs w:val="24"/>
          <w:lang w:eastAsia="ko-KR"/>
        </w:rPr>
        <w:t>.</w:t>
      </w:r>
      <w:r w:rsidR="00315B5B" w:rsidRPr="00E05CAA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F10A87" w:rsidRPr="00F10A87">
        <w:rPr>
          <w:rFonts w:ascii="Arial" w:hAnsi="Arial" w:cs="Arial"/>
          <w:color w:val="FF0000"/>
          <w:szCs w:val="24"/>
          <w:highlight w:val="yellow"/>
          <w:lang w:eastAsia="ko-KR"/>
        </w:rPr>
        <w:t>(</w:t>
      </w:r>
      <w:r w:rsidR="00C523F8" w:rsidRPr="00F10A87">
        <w:rPr>
          <w:rFonts w:ascii="Arial" w:hAnsi="Arial" w:cs="Arial"/>
          <w:b/>
          <w:color w:val="FF0000"/>
          <w:szCs w:val="24"/>
          <w:highlight w:val="yellow"/>
          <w:lang w:eastAsia="ko-KR"/>
        </w:rPr>
        <w:t>NÃO HÁ</w:t>
      </w:r>
      <w:r w:rsidR="00315B5B" w:rsidRPr="00F10A87">
        <w:rPr>
          <w:rFonts w:ascii="Arial" w:hAnsi="Arial" w:cs="Arial"/>
          <w:b/>
          <w:color w:val="FF0000"/>
          <w:szCs w:val="24"/>
          <w:highlight w:val="yellow"/>
          <w:lang w:eastAsia="ko-KR"/>
        </w:rPr>
        <w:t>!</w:t>
      </w:r>
      <w:r w:rsidR="00F10A87" w:rsidRPr="00F10A87">
        <w:rPr>
          <w:rFonts w:ascii="Arial" w:hAnsi="Arial" w:cs="Arial"/>
          <w:b/>
          <w:color w:val="FF0000"/>
          <w:szCs w:val="24"/>
          <w:highlight w:val="yellow"/>
          <w:lang w:eastAsia="ko-KR"/>
        </w:rPr>
        <w:t>)</w:t>
      </w:r>
    </w:p>
    <w:p w:rsidR="0037099D" w:rsidRPr="00993CF0" w:rsidRDefault="0005004E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Se </w:t>
      </w:r>
      <w:r w:rsidRPr="00993CF0">
        <w:rPr>
          <w:rFonts w:ascii="Arial" w:hAnsi="Arial" w:cs="Arial"/>
          <w:color w:val="FF0000"/>
          <w:szCs w:val="24"/>
        </w:rPr>
        <w:t>houver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Requerimento de Inclusão Extraordinária, o </w:t>
      </w:r>
      <w:r w:rsidR="00F10A87" w:rsidRPr="00F10A87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1º SECRETÁRIO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05004E" w:rsidRPr="00F10A87" w:rsidRDefault="0005004E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F10A87">
        <w:rPr>
          <w:rFonts w:ascii="Arial" w:hAnsi="Arial" w:cs="Arial"/>
          <w:b/>
          <w:caps/>
          <w:szCs w:val="24"/>
          <w:lang w:eastAsia="ko-KR"/>
        </w:rPr>
        <w:t xml:space="preserve">SENHORA </w:t>
      </w:r>
      <w:r w:rsidR="00C279C5" w:rsidRPr="00F10A87">
        <w:rPr>
          <w:rFonts w:ascii="Arial" w:hAnsi="Arial" w:cs="Arial"/>
          <w:b/>
          <w:caps/>
          <w:szCs w:val="24"/>
          <w:lang w:eastAsia="ko-KR"/>
        </w:rPr>
        <w:t>PRESIDENTE</w:t>
      </w:r>
      <w:r w:rsidRPr="00F10A87">
        <w:rPr>
          <w:rFonts w:ascii="Arial" w:hAnsi="Arial" w:cs="Arial"/>
          <w:b/>
          <w:caps/>
          <w:szCs w:val="24"/>
          <w:lang w:eastAsia="ko-KR"/>
        </w:rPr>
        <w:t xml:space="preserve">, HÁ </w:t>
      </w:r>
      <w:proofErr w:type="gramStart"/>
      <w:r w:rsidRPr="00F10A87">
        <w:rPr>
          <w:rFonts w:ascii="Arial" w:hAnsi="Arial" w:cs="Arial"/>
          <w:b/>
          <w:caps/>
          <w:szCs w:val="24"/>
          <w:lang w:eastAsia="ko-KR"/>
        </w:rPr>
        <w:t>REQUERIMENTO(</w:t>
      </w:r>
      <w:proofErr w:type="gramEnd"/>
      <w:r w:rsidRPr="00F10A87">
        <w:rPr>
          <w:rFonts w:ascii="Arial" w:hAnsi="Arial" w:cs="Arial"/>
          <w:b/>
          <w:caps/>
          <w:szCs w:val="24"/>
          <w:lang w:eastAsia="ko-KR"/>
        </w:rPr>
        <w:t>S) DE INCLUSÃO EXTRAORDINÁRIA DE PROJETO(S) NA ORDEM DO DIA!</w:t>
      </w:r>
    </w:p>
    <w:p w:rsidR="00FD1652" w:rsidRPr="00993CF0" w:rsidRDefault="00E603C2" w:rsidP="00F726C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279C5" w:rsidRPr="00F10A87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="00FD1652"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FD1652" w:rsidRPr="00993CF0" w:rsidRDefault="00FD1652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PEÇO</w:t>
      </w:r>
      <w:r w:rsidR="00E603C2" w:rsidRPr="00993CF0">
        <w:rPr>
          <w:rFonts w:ascii="Arial" w:hAnsi="Arial" w:cs="Arial"/>
          <w:b/>
          <w:szCs w:val="24"/>
          <w:lang w:eastAsia="ko-KR"/>
        </w:rPr>
        <w:t>, ENTÃO,</w:t>
      </w:r>
      <w:r w:rsidRPr="00993CF0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 w:rsidR="00E603C2" w:rsidRPr="00993CF0">
        <w:rPr>
          <w:rFonts w:ascii="Arial" w:hAnsi="Arial" w:cs="Arial"/>
          <w:b/>
          <w:szCs w:val="24"/>
          <w:lang w:eastAsia="ko-KR"/>
        </w:rPr>
        <w:t>DO PRIMEIRO</w:t>
      </w:r>
      <w:r w:rsidRPr="00993CF0">
        <w:rPr>
          <w:rFonts w:ascii="Arial" w:hAnsi="Arial" w:cs="Arial"/>
          <w:b/>
          <w:szCs w:val="24"/>
          <w:lang w:eastAsia="ko-KR"/>
        </w:rPr>
        <w:t xml:space="preserve"> REQUERIMENTO DE INCLUSÃO EXTRAORDINÁRIA DE PROJETO NA ORDEM DO DIA.</w:t>
      </w:r>
    </w:p>
    <w:p w:rsidR="00DA170F" w:rsidRPr="00993CF0" w:rsidRDefault="00DA170F" w:rsidP="00F726C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4E2D9E" w:rsidRPr="00F10A87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1º SECRETÁRIO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faz a le</w:t>
      </w:r>
      <w:r w:rsidR="00F10A87">
        <w:rPr>
          <w:rFonts w:ascii="Arial" w:hAnsi="Arial" w:cs="Arial"/>
          <w:color w:val="FF0000"/>
          <w:szCs w:val="24"/>
          <w:lang w:eastAsia="ko-KR"/>
        </w:rPr>
        <w:t>itura do resumo do Requerimento.</w:t>
      </w:r>
    </w:p>
    <w:p w:rsidR="00E603C2" w:rsidRPr="00993CF0" w:rsidRDefault="00E603C2" w:rsidP="00F726C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Após a leitura do Requerimento, a </w:t>
      </w:r>
      <w:r w:rsidR="00C279C5" w:rsidRPr="00F10A87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F10A87" w:rsidRDefault="00FD1652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993CF0">
        <w:rPr>
          <w:rFonts w:ascii="Arial" w:hAnsi="Arial" w:cs="Arial"/>
          <w:b/>
          <w:szCs w:val="24"/>
          <w:lang w:eastAsia="ko-KR"/>
        </w:rPr>
        <w:t>REQUERIMENTO</w:t>
      </w:r>
      <w:r w:rsidRPr="00993CF0">
        <w:rPr>
          <w:rFonts w:ascii="Arial" w:hAnsi="Arial" w:cs="Arial"/>
          <w:b/>
          <w:caps/>
          <w:szCs w:val="24"/>
          <w:lang w:eastAsia="ko-KR"/>
        </w:rPr>
        <w:t xml:space="preserve"> ESTÁ EM VOTAÇÃO.</w:t>
      </w:r>
    </w:p>
    <w:p w:rsidR="00FD1652" w:rsidRPr="00993CF0" w:rsidRDefault="00FD1652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u w:val="single"/>
          <w:lang w:eastAsia="ko-KR"/>
        </w:rPr>
        <w:t xml:space="preserve">os que forem </w:t>
      </w:r>
      <w:r w:rsidRPr="00F10A87">
        <w:rPr>
          <w:rFonts w:ascii="Arial" w:hAnsi="Arial" w:cs="Arial"/>
          <w:b/>
          <w:caps/>
          <w:color w:val="FF0000"/>
          <w:szCs w:val="24"/>
          <w:u w:val="single"/>
          <w:lang w:eastAsia="ko-KR"/>
        </w:rPr>
        <w:t xml:space="preserve">contrários </w:t>
      </w:r>
      <w:r w:rsidRPr="00993CF0">
        <w:rPr>
          <w:rFonts w:ascii="Arial" w:hAnsi="Arial" w:cs="Arial"/>
          <w:b/>
          <w:caps/>
          <w:szCs w:val="24"/>
          <w:u w:val="single"/>
          <w:lang w:eastAsia="ko-KR"/>
        </w:rPr>
        <w:t>que levantem O BRAÇO.</w:t>
      </w:r>
    </w:p>
    <w:p w:rsidR="00E603C2" w:rsidRPr="00993CF0" w:rsidRDefault="00E603C2" w:rsidP="00F726C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Após a votação, a </w:t>
      </w:r>
      <w:r w:rsidR="00C279C5" w:rsidRPr="00F10A87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anuncia o resultado:</w:t>
      </w:r>
    </w:p>
    <w:p w:rsidR="00E603C2" w:rsidRPr="00993CF0" w:rsidRDefault="00E603C2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O </w:t>
      </w:r>
      <w:r w:rsidRPr="00993CF0">
        <w:rPr>
          <w:rFonts w:ascii="Arial" w:hAnsi="Arial" w:cs="Arial"/>
          <w:b/>
          <w:szCs w:val="24"/>
          <w:lang w:eastAsia="ko-KR"/>
        </w:rPr>
        <w:t>REQUERIMENTO</w:t>
      </w:r>
      <w:r w:rsidRPr="00993CF0">
        <w:rPr>
          <w:rFonts w:ascii="Arial" w:hAnsi="Arial" w:cs="Arial"/>
          <w:b/>
          <w:szCs w:val="24"/>
        </w:rPr>
        <w:t xml:space="preserve"> FOI (APROVADO/REJEITADO).</w:t>
      </w:r>
    </w:p>
    <w:p w:rsidR="00E603C2" w:rsidRPr="00993CF0" w:rsidRDefault="00E603C2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993CF0" w:rsidRDefault="00E603C2" w:rsidP="00F726C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Quando acabarem os Requerimentos, o </w:t>
      </w:r>
      <w:r w:rsidR="00F10A87" w:rsidRPr="00F10A87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1º SECRETÁRIO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E603C2" w:rsidRPr="00F10A87" w:rsidRDefault="00E603C2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F10A87">
        <w:rPr>
          <w:rFonts w:ascii="Arial" w:hAnsi="Arial" w:cs="Arial"/>
          <w:b/>
          <w:szCs w:val="24"/>
          <w:lang w:eastAsia="ko-KR"/>
        </w:rPr>
        <w:t>NÃO HÁ MAIS REQUERIMENTOS</w:t>
      </w:r>
      <w:r w:rsidR="00167BA5" w:rsidRPr="00F10A87">
        <w:rPr>
          <w:rFonts w:ascii="Arial" w:hAnsi="Arial" w:cs="Arial"/>
          <w:b/>
          <w:szCs w:val="24"/>
          <w:lang w:eastAsia="ko-KR"/>
        </w:rPr>
        <w:t xml:space="preserve"> DE INCLUSÃO</w:t>
      </w:r>
      <w:r w:rsidRPr="00F10A87">
        <w:rPr>
          <w:rFonts w:ascii="Arial" w:hAnsi="Arial" w:cs="Arial"/>
          <w:b/>
          <w:szCs w:val="24"/>
          <w:lang w:eastAsia="ko-KR"/>
        </w:rPr>
        <w:t xml:space="preserve">, SENHORA </w:t>
      </w:r>
      <w:r w:rsidR="00C279C5" w:rsidRPr="00F10A87">
        <w:rPr>
          <w:rFonts w:ascii="Arial" w:hAnsi="Arial" w:cs="Arial"/>
          <w:b/>
          <w:szCs w:val="24"/>
          <w:lang w:eastAsia="ko-KR"/>
        </w:rPr>
        <w:t>PRESIDENTE</w:t>
      </w:r>
      <w:r w:rsidRPr="00F10A87">
        <w:rPr>
          <w:rFonts w:ascii="Arial" w:hAnsi="Arial" w:cs="Arial"/>
          <w:b/>
          <w:szCs w:val="24"/>
          <w:lang w:eastAsia="ko-KR"/>
        </w:rPr>
        <w:t>!</w:t>
      </w:r>
    </w:p>
    <w:p w:rsidR="0067725F" w:rsidRPr="00993CF0" w:rsidRDefault="00F10A87" w:rsidP="00F726CE">
      <w:pPr>
        <w:pStyle w:val="PargrafodaLista"/>
        <w:numPr>
          <w:ilvl w:val="1"/>
          <w:numId w:val="4"/>
        </w:numPr>
        <w:spacing w:before="240" w:line="360" w:lineRule="auto"/>
        <w:ind w:hanging="792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Finalizando </w:t>
      </w:r>
      <w:proofErr w:type="gramStart"/>
      <w:r>
        <w:rPr>
          <w:rFonts w:ascii="Arial" w:hAnsi="Arial" w:cs="Arial"/>
          <w:color w:val="FF0000"/>
          <w:szCs w:val="24"/>
          <w:lang w:eastAsia="ko-KR"/>
        </w:rPr>
        <w:t>a(</w:t>
      </w:r>
      <w:proofErr w:type="gramEnd"/>
      <w:r>
        <w:rPr>
          <w:rFonts w:ascii="Arial" w:hAnsi="Arial" w:cs="Arial"/>
          <w:color w:val="FF0000"/>
          <w:szCs w:val="24"/>
          <w:lang w:eastAsia="ko-KR"/>
        </w:rPr>
        <w:t>s) inclusão(</w:t>
      </w:r>
      <w:proofErr w:type="spellStart"/>
      <w:r>
        <w:rPr>
          <w:rFonts w:ascii="Arial" w:hAnsi="Arial" w:cs="Arial"/>
          <w:color w:val="FF0000"/>
          <w:szCs w:val="24"/>
          <w:lang w:eastAsia="ko-KR"/>
        </w:rPr>
        <w:t>ões</w:t>
      </w:r>
      <w:proofErr w:type="spellEnd"/>
      <w:r>
        <w:rPr>
          <w:rFonts w:ascii="Arial" w:hAnsi="Arial" w:cs="Arial"/>
          <w:color w:val="FF0000"/>
          <w:szCs w:val="24"/>
          <w:lang w:eastAsia="ko-KR"/>
        </w:rPr>
        <w:t>)</w:t>
      </w:r>
      <w:r w:rsidR="0067725F" w:rsidRPr="00993CF0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="00C279C5" w:rsidRPr="00F10A87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="0067725F"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065DED" w:rsidRPr="00993CF0" w:rsidRDefault="0067725F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PEÇO, AGORA, AO 1º SECRETÁRIO QUE PROCEDA À LEITURA DO RESUMO DO PRIMEIRO PROJETO CONSTANTE DA ORDEM DO DIA.</w:t>
      </w:r>
    </w:p>
    <w:p w:rsidR="00315B5B" w:rsidRPr="00993CF0" w:rsidRDefault="00315B5B" w:rsidP="00B11B06">
      <w:pPr>
        <w:spacing w:line="360" w:lineRule="auto"/>
        <w:ind w:left="426" w:hanging="426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993CF0" w:rsidRDefault="00604617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7" w:name="_Ref475712815"/>
      <w:r w:rsidRPr="00993CF0">
        <w:rPr>
          <w:rFonts w:ascii="Arial" w:hAnsi="Arial" w:cs="Arial"/>
          <w:color w:val="FF0000"/>
          <w:szCs w:val="24"/>
          <w:lang w:eastAsia="ko-KR"/>
        </w:rPr>
        <w:lastRenderedPageBreak/>
        <w:t xml:space="preserve">O </w:t>
      </w:r>
      <w:r w:rsidR="004E2D9E" w:rsidRPr="00F10A87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1º SECRETÁRIO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procede à leitura do resumo do Projeto:</w:t>
      </w:r>
      <w:bookmarkEnd w:id="7"/>
    </w:p>
    <w:p w:rsidR="00604617" w:rsidRPr="004E2D9E" w:rsidRDefault="00604617" w:rsidP="00B11B06">
      <w:pPr>
        <w:spacing w:line="360" w:lineRule="auto"/>
        <w:ind w:left="426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4E2D9E">
        <w:rPr>
          <w:rFonts w:ascii="Arial" w:hAnsi="Arial" w:cs="Arial"/>
          <w:b/>
          <w:color w:val="000000" w:themeColor="text1"/>
          <w:szCs w:val="24"/>
          <w:lang w:eastAsia="ko-KR"/>
        </w:rPr>
        <w:t>PROJETO .............................................................................................................</w:t>
      </w:r>
    </w:p>
    <w:p w:rsidR="00FD1652" w:rsidRPr="00AC703C" w:rsidRDefault="00FD1652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AC703C">
        <w:rPr>
          <w:rFonts w:ascii="Arial" w:hAnsi="Arial" w:cs="Arial"/>
          <w:color w:val="FF0000"/>
          <w:szCs w:val="24"/>
          <w:lang w:eastAsia="ko-KR"/>
        </w:rPr>
        <w:t xml:space="preserve">A cada </w:t>
      </w:r>
      <w:r w:rsidR="007F48AE" w:rsidRPr="00AC703C">
        <w:rPr>
          <w:rFonts w:ascii="Arial" w:hAnsi="Arial" w:cs="Arial"/>
          <w:color w:val="FF0000"/>
          <w:szCs w:val="24"/>
          <w:lang w:eastAsia="ko-KR"/>
        </w:rPr>
        <w:t>projeto</w:t>
      </w:r>
      <w:r w:rsidRPr="00AC703C">
        <w:rPr>
          <w:rFonts w:ascii="Arial" w:hAnsi="Arial" w:cs="Arial"/>
          <w:color w:val="FF0000"/>
          <w:szCs w:val="24"/>
          <w:lang w:eastAsia="ko-KR"/>
        </w:rPr>
        <w:t xml:space="preserve"> lido</w:t>
      </w:r>
      <w:r w:rsidR="00AC703C">
        <w:rPr>
          <w:rFonts w:ascii="Arial" w:hAnsi="Arial" w:cs="Arial"/>
          <w:color w:val="FF0000"/>
          <w:szCs w:val="24"/>
          <w:lang w:eastAsia="ko-KR"/>
        </w:rPr>
        <w:t>,</w:t>
      </w:r>
      <w:r w:rsidRPr="00AC703C">
        <w:rPr>
          <w:rFonts w:ascii="Arial" w:hAnsi="Arial" w:cs="Arial"/>
          <w:color w:val="FF0000"/>
          <w:szCs w:val="24"/>
          <w:lang w:eastAsia="ko-KR"/>
        </w:rPr>
        <w:t xml:space="preserve"> a </w:t>
      </w:r>
      <w:r w:rsidR="00C279C5" w:rsidRPr="00AC703C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AC703C">
        <w:rPr>
          <w:rFonts w:ascii="Arial" w:hAnsi="Arial" w:cs="Arial"/>
          <w:color w:val="FF0000"/>
          <w:szCs w:val="24"/>
          <w:lang w:eastAsia="ko-KR"/>
        </w:rPr>
        <w:t xml:space="preserve"> diz:</w:t>
      </w:r>
      <w:r w:rsidR="00FB31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FB31EC" w:rsidRPr="00BC5217">
        <w:rPr>
          <w:rFonts w:ascii="Arial" w:hAnsi="Arial" w:cs="Arial"/>
          <w:color w:val="FF0000"/>
          <w:szCs w:val="24"/>
          <w:highlight w:val="yellow"/>
          <w:lang w:eastAsia="ko-KR"/>
        </w:rPr>
        <w:t xml:space="preserve">* No caso de votação secreta, ir para </w:t>
      </w:r>
      <w:r w:rsidR="00FB31EC" w:rsidRPr="00BC5217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t xml:space="preserve">item </w:t>
      </w:r>
      <w:r w:rsidR="00FB31EC" w:rsidRPr="00BC5217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fldChar w:fldCharType="begin"/>
      </w:r>
      <w:r w:rsidR="00FB31EC" w:rsidRPr="00BC5217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instrText xml:space="preserve"> REF _Ref526261847 \r \h </w:instrText>
      </w:r>
      <w:r w:rsidR="00BC5217" w:rsidRPr="00BC5217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instrText xml:space="preserve"> \* MERGEFORMAT </w:instrText>
      </w:r>
      <w:r w:rsidR="00FB31EC" w:rsidRPr="00BC5217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fldChar w:fldCharType="separate"/>
      </w:r>
      <w:r w:rsidR="00797281">
        <w:rPr>
          <w:rFonts w:ascii="Arial" w:hAnsi="Arial" w:cs="Arial"/>
          <w:bCs/>
          <w:color w:val="FF0000"/>
          <w:szCs w:val="24"/>
          <w:highlight w:val="yellow"/>
          <w:u w:val="single"/>
          <w:lang w:eastAsia="ko-KR"/>
        </w:rPr>
        <w:t>Erro! Fonte de referência não encontrada.</w:t>
      </w:r>
      <w:r w:rsidR="00FB31EC" w:rsidRPr="00BC5217">
        <w:rPr>
          <w:rFonts w:ascii="Arial" w:hAnsi="Arial" w:cs="Arial"/>
          <w:b/>
          <w:color w:val="FF0000"/>
          <w:szCs w:val="24"/>
          <w:highlight w:val="yellow"/>
          <w:u w:val="single"/>
          <w:lang w:eastAsia="ko-KR"/>
        </w:rPr>
        <w:fldChar w:fldCharType="end"/>
      </w:r>
    </w:p>
    <w:p w:rsidR="00FD1652" w:rsidRPr="00993CF0" w:rsidRDefault="00FD1652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993CF0">
        <w:rPr>
          <w:rFonts w:ascii="Arial" w:hAnsi="Arial" w:cs="Arial"/>
          <w:b/>
          <w:caps/>
          <w:szCs w:val="24"/>
          <w:lang w:eastAsia="ko-KR"/>
        </w:rPr>
        <w:t>PROJETO</w:t>
      </w:r>
      <w:r w:rsidRPr="00993CF0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 w:rsidRPr="00993CF0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993CF0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BC5217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 w:rsidRPr="00993CF0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ED03D3" w:rsidRPr="00993CF0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ED03D3"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7230A3" w:rsidRPr="00993CF0">
        <w:rPr>
          <w:rFonts w:ascii="Arial" w:hAnsi="Arial" w:cs="Arial"/>
          <w:color w:val="FF0000"/>
          <w:szCs w:val="24"/>
          <w:lang w:eastAsia="ko-KR"/>
        </w:rPr>
        <w:t xml:space="preserve">houver emenda, </w:t>
      </w:r>
      <w:r w:rsidR="00ED03D3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="00ED03D3" w:rsidRPr="00ED03D3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="00ED03D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ED03D3" w:rsidRPr="00ED03D3" w:rsidRDefault="00ED03D3" w:rsidP="00ED03D3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ED03D3">
        <w:rPr>
          <w:rFonts w:ascii="Arial" w:hAnsi="Arial" w:cs="Arial"/>
          <w:b/>
          <w:caps/>
          <w:szCs w:val="24"/>
          <w:lang w:eastAsia="ko-KR"/>
        </w:rPr>
        <w:t>Não havendo mais nenhum Vereador desejando discutir a matéria, peço ao 1º Secretário que proceda À votação nominal do projeto, na forma regimental.</w:t>
      </w:r>
    </w:p>
    <w:p w:rsidR="00ED03D3" w:rsidRPr="00993CF0" w:rsidRDefault="00ED03D3" w:rsidP="00ED03D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Após a votação nominal, a </w:t>
      </w:r>
      <w:r w:rsidRPr="00FB31EC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informa o resultado:</w:t>
      </w:r>
    </w:p>
    <w:p w:rsidR="00ED03D3" w:rsidRPr="00993CF0" w:rsidRDefault="00ED03D3" w:rsidP="00ED03D3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lang w:eastAsia="ko-KR"/>
        </w:rPr>
        <w:t>O PROJETO (OU VETO) FOI (APROVADO/REJEITADO), POR (X) VOTOS FAVORÁVEIS E (Y) VOTOS CONTRÁRIOS.</w:t>
      </w:r>
    </w:p>
    <w:p w:rsidR="00ED03D3" w:rsidRPr="00993CF0" w:rsidRDefault="00ED03D3" w:rsidP="00ED03D3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Pr="00FB31EC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FB31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993CF0">
        <w:rPr>
          <w:rFonts w:ascii="Arial" w:hAnsi="Arial" w:cs="Arial"/>
          <w:color w:val="FF0000"/>
          <w:szCs w:val="24"/>
          <w:lang w:eastAsia="ko-KR"/>
        </w:rPr>
        <w:t>chama o próximo Projeto:</w:t>
      </w:r>
    </w:p>
    <w:p w:rsidR="00ED03D3" w:rsidRPr="00993CF0" w:rsidRDefault="00ED03D3" w:rsidP="00ED03D3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PRÓXIMO PROJETO!</w: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t xml:space="preserve"> (</w:t>
      </w:r>
      <w:proofErr w:type="gramStart"/>
      <w:r w:rsidR="00BC5217" w:rsidRPr="00BC5217">
        <w:rPr>
          <w:rFonts w:ascii="Arial" w:hAnsi="Arial" w:cs="Arial"/>
          <w:color w:val="FF0000"/>
          <w:szCs w:val="24"/>
          <w:lang w:eastAsia="ko-KR"/>
        </w:rPr>
        <w:t>ver</w:t>
      </w:r>
      <w:proofErr w:type="gramEnd"/>
      <w:r w:rsidR="00BC5217" w:rsidRPr="00BC5217">
        <w:rPr>
          <w:rFonts w:ascii="Arial" w:hAnsi="Arial" w:cs="Arial"/>
          <w:color w:val="FF0000"/>
          <w:szCs w:val="24"/>
          <w:lang w:eastAsia="ko-KR"/>
        </w:rPr>
        <w:t xml:space="preserve"> item </w: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instrText xml:space="preserve"> REF _Ref526262255 \r \h  \* MERGEFORMAT </w:instrTex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6D4D52">
        <w:rPr>
          <w:rFonts w:ascii="Arial" w:hAnsi="Arial" w:cs="Arial"/>
          <w:color w:val="FF0000"/>
          <w:szCs w:val="24"/>
          <w:lang w:eastAsia="ko-KR"/>
        </w:rPr>
        <w:t>19</w: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t>)</w:t>
      </w:r>
    </w:p>
    <w:p w:rsidR="00FD1652" w:rsidRPr="00993CF0" w:rsidRDefault="00ED03D3" w:rsidP="00BC5217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Após a discussão, se </w:t>
      </w:r>
      <w:r w:rsidRPr="00ED03D3">
        <w:rPr>
          <w:rFonts w:ascii="Arial" w:hAnsi="Arial" w:cs="Arial"/>
          <w:b/>
          <w:color w:val="FF0000"/>
          <w:szCs w:val="24"/>
          <w:u w:val="single"/>
          <w:lang w:eastAsia="ko-KR"/>
        </w:rPr>
        <w:t>HOUVER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emenda, </w:t>
      </w:r>
      <w:r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Pr="00ED03D3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3818EB" w:rsidRPr="00993CF0" w:rsidRDefault="00FB31EC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peço ao 1º secretário que leia a emenda nº ___</w:t>
      </w:r>
      <w:r w:rsidR="003818EB" w:rsidRPr="00993CF0">
        <w:rPr>
          <w:rFonts w:ascii="Arial" w:hAnsi="Arial" w:cs="Arial"/>
          <w:b/>
          <w:caps/>
          <w:szCs w:val="24"/>
          <w:lang w:eastAsia="ko-KR"/>
        </w:rPr>
        <w:t>.</w:t>
      </w:r>
    </w:p>
    <w:p w:rsidR="003818EB" w:rsidRPr="00993CF0" w:rsidRDefault="00FB31EC" w:rsidP="00AC703C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Na sequência, a</w:t>
      </w:r>
      <w:r w:rsidR="003818EB"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279C5" w:rsidRPr="00FB31EC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="003818EB"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>
        <w:rPr>
          <w:rFonts w:ascii="Arial" w:hAnsi="Arial" w:cs="Arial"/>
          <w:color w:val="FF0000"/>
          <w:szCs w:val="24"/>
          <w:lang w:eastAsia="ko-KR"/>
        </w:rPr>
        <w:t xml:space="preserve">coloca a </w:t>
      </w:r>
      <w:r w:rsidR="00AC703C">
        <w:rPr>
          <w:rFonts w:ascii="Arial" w:hAnsi="Arial" w:cs="Arial"/>
          <w:color w:val="FF0000"/>
          <w:szCs w:val="24"/>
          <w:lang w:eastAsia="ko-KR"/>
        </w:rPr>
        <w:t>emenda e</w:t>
      </w:r>
      <w:r>
        <w:rPr>
          <w:rFonts w:ascii="Arial" w:hAnsi="Arial" w:cs="Arial"/>
          <w:color w:val="FF0000"/>
          <w:szCs w:val="24"/>
          <w:lang w:eastAsia="ko-KR"/>
        </w:rPr>
        <w:t>m votação</w:t>
      </w:r>
      <w:r w:rsidR="003818EB" w:rsidRPr="00993CF0">
        <w:rPr>
          <w:rFonts w:ascii="Arial" w:hAnsi="Arial" w:cs="Arial"/>
          <w:color w:val="FF0000"/>
          <w:szCs w:val="24"/>
          <w:lang w:eastAsia="ko-KR"/>
        </w:rPr>
        <w:t>:</w:t>
      </w:r>
    </w:p>
    <w:p w:rsidR="003818EB" w:rsidRPr="00993CF0" w:rsidRDefault="003818EB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993CF0" w:rsidRDefault="003818EB" w:rsidP="00B11B06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993CF0">
        <w:rPr>
          <w:rFonts w:ascii="Arial" w:hAnsi="Arial" w:cs="Arial"/>
          <w:b/>
          <w:caps/>
          <w:szCs w:val="24"/>
          <w:u w:val="single"/>
          <w:lang w:eastAsia="ko-KR"/>
        </w:rPr>
        <w:t xml:space="preserve">Os que forem </w:t>
      </w:r>
      <w:r w:rsidRPr="00AC703C">
        <w:rPr>
          <w:rFonts w:ascii="Arial" w:hAnsi="Arial" w:cs="Arial"/>
          <w:b/>
          <w:caps/>
          <w:color w:val="FF0000"/>
          <w:szCs w:val="24"/>
          <w:u w:val="single"/>
          <w:lang w:eastAsia="ko-KR"/>
        </w:rPr>
        <w:t xml:space="preserve">contrários </w:t>
      </w:r>
      <w:r w:rsidRPr="00993CF0">
        <w:rPr>
          <w:rFonts w:ascii="Arial" w:hAnsi="Arial" w:cs="Arial"/>
          <w:b/>
          <w:caps/>
          <w:szCs w:val="24"/>
          <w:u w:val="single"/>
          <w:lang w:eastAsia="ko-KR"/>
        </w:rPr>
        <w:t>que levantem o braço.</w:t>
      </w:r>
    </w:p>
    <w:p w:rsidR="003818EB" w:rsidRDefault="003818EB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</w:rPr>
        <w:t xml:space="preserve">A EMENDA </w:t>
      </w:r>
      <w:r w:rsidR="00B22284" w:rsidRPr="00993CF0">
        <w:rPr>
          <w:rFonts w:ascii="Arial" w:hAnsi="Arial" w:cs="Arial"/>
          <w:b/>
          <w:caps/>
          <w:szCs w:val="24"/>
          <w:lang w:eastAsia="ko-KR"/>
        </w:rPr>
        <w:t xml:space="preserve">nº ___ </w:t>
      </w:r>
      <w:r w:rsidRPr="00993CF0">
        <w:rPr>
          <w:rFonts w:ascii="Arial" w:hAnsi="Arial" w:cs="Arial"/>
          <w:b/>
          <w:szCs w:val="24"/>
        </w:rPr>
        <w:t>FOI (APROVADA/REJEITADA).</w:t>
      </w:r>
    </w:p>
    <w:p w:rsidR="00AC703C" w:rsidRDefault="00AC703C" w:rsidP="00B11B06">
      <w:pPr>
        <w:spacing w:line="360" w:lineRule="auto"/>
        <w:ind w:left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FB31EC">
        <w:rPr>
          <w:rFonts w:ascii="Arial" w:hAnsi="Arial" w:cs="Arial"/>
          <w:color w:val="FF0000"/>
          <w:szCs w:val="24"/>
          <w:lang w:eastAsia="ko-KR"/>
        </w:rPr>
        <w:t>)</w:t>
      </w:r>
    </w:p>
    <w:p w:rsidR="00FB31EC" w:rsidRDefault="00FB31EC" w:rsidP="00FB31EC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/>
          <w:color w:val="FF0000"/>
          <w:szCs w:val="24"/>
        </w:rPr>
      </w:pPr>
      <w:r w:rsidRPr="00FB31EC">
        <w:rPr>
          <w:rFonts w:ascii="Arial" w:hAnsi="Arial" w:cs="Arial"/>
          <w:b/>
          <w:color w:val="FF0000"/>
          <w:szCs w:val="24"/>
        </w:rPr>
        <w:t xml:space="preserve">Finalizada a votação de emendas, a </w:t>
      </w:r>
      <w:r w:rsidRPr="00FB31EC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FB31EC">
        <w:rPr>
          <w:rFonts w:ascii="Arial" w:hAnsi="Arial" w:cs="Arial"/>
          <w:b/>
          <w:color w:val="FF0000"/>
          <w:szCs w:val="24"/>
        </w:rPr>
        <w:t>coloca o Projeto (Veto) em votação</w:t>
      </w:r>
    </w:p>
    <w:p w:rsidR="00FB31EC" w:rsidRPr="00ED03D3" w:rsidRDefault="00FB31EC" w:rsidP="00FB31EC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ED03D3">
        <w:rPr>
          <w:rFonts w:ascii="Arial" w:hAnsi="Arial" w:cs="Arial"/>
          <w:b/>
          <w:caps/>
          <w:szCs w:val="24"/>
          <w:lang w:eastAsia="ko-KR"/>
        </w:rPr>
        <w:t>peço ao 1º Secretário que proceda À votação nominal do projeto, na forma regimental.</w:t>
      </w:r>
    </w:p>
    <w:p w:rsidR="00FB31EC" w:rsidRPr="00993CF0" w:rsidRDefault="00FB31EC" w:rsidP="00FB31EC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Após a votação nominal, a </w:t>
      </w:r>
      <w:r w:rsidRPr="00FB31EC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informa o resultado:</w:t>
      </w:r>
    </w:p>
    <w:p w:rsidR="00FB31EC" w:rsidRPr="00993CF0" w:rsidRDefault="00FB31EC" w:rsidP="00FB31EC">
      <w:pPr>
        <w:spacing w:line="360" w:lineRule="auto"/>
        <w:ind w:left="426"/>
        <w:jc w:val="both"/>
        <w:rPr>
          <w:rFonts w:ascii="Arial" w:hAnsi="Arial" w:cs="Arial"/>
          <w:b/>
          <w:caps/>
          <w:szCs w:val="24"/>
          <w:lang w:eastAsia="ko-KR"/>
        </w:rPr>
      </w:pPr>
      <w:r w:rsidRPr="00993CF0">
        <w:rPr>
          <w:rFonts w:ascii="Arial" w:hAnsi="Arial" w:cs="Arial"/>
          <w:b/>
          <w:caps/>
          <w:szCs w:val="24"/>
          <w:lang w:eastAsia="ko-KR"/>
        </w:rPr>
        <w:t>O PROJETO (OU VETO) FOI (APROVADO/REJEITADO), POR (X) VOTOS FAVORÁVEIS E (Y) VOTOS CONTRÁRIOS.</w:t>
      </w:r>
    </w:p>
    <w:p w:rsidR="00FB31EC" w:rsidRPr="00993CF0" w:rsidRDefault="00FB31EC" w:rsidP="00FB31EC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Pr="00FB31EC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Pr="00FB31EC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Pr="00993CF0">
        <w:rPr>
          <w:rFonts w:ascii="Arial" w:hAnsi="Arial" w:cs="Arial"/>
          <w:color w:val="FF0000"/>
          <w:szCs w:val="24"/>
          <w:lang w:eastAsia="ko-KR"/>
        </w:rPr>
        <w:t>chama o próximo Projeto:</w:t>
      </w:r>
    </w:p>
    <w:p w:rsidR="00FB31EC" w:rsidRPr="00BC5217" w:rsidRDefault="00FB31EC" w:rsidP="00BC5217">
      <w:pPr>
        <w:numPr>
          <w:ilvl w:val="0"/>
          <w:numId w:val="3"/>
        </w:numPr>
        <w:pBdr>
          <w:bottom w:val="single" w:sz="4" w:space="1" w:color="auto"/>
        </w:pBdr>
        <w:spacing w:line="360" w:lineRule="auto"/>
        <w:ind w:left="426" w:hanging="426"/>
        <w:jc w:val="both"/>
        <w:rPr>
          <w:rFonts w:ascii="Arial" w:hAnsi="Arial" w:cs="Arial"/>
          <w:b/>
          <w:szCs w:val="24"/>
        </w:rPr>
      </w:pPr>
      <w:r w:rsidRPr="00993CF0">
        <w:rPr>
          <w:rFonts w:ascii="Arial" w:hAnsi="Arial" w:cs="Arial"/>
          <w:b/>
          <w:szCs w:val="24"/>
          <w:lang w:eastAsia="ko-KR"/>
        </w:rPr>
        <w:t xml:space="preserve">PRÓXIMO </w:t>
      </w:r>
      <w:r w:rsidRPr="00BC5217">
        <w:rPr>
          <w:rFonts w:ascii="Arial" w:hAnsi="Arial" w:cs="Arial"/>
          <w:b/>
          <w:szCs w:val="24"/>
          <w:lang w:eastAsia="ko-KR"/>
        </w:rPr>
        <w:t>PROJETO!</w: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t xml:space="preserve"> (</w:t>
      </w:r>
      <w:proofErr w:type="gramStart"/>
      <w:r w:rsidR="00BC5217" w:rsidRPr="00BC5217">
        <w:rPr>
          <w:rFonts w:ascii="Arial" w:hAnsi="Arial" w:cs="Arial"/>
          <w:color w:val="FF0000"/>
          <w:szCs w:val="24"/>
          <w:lang w:eastAsia="ko-KR"/>
        </w:rPr>
        <w:t>ver</w:t>
      </w:r>
      <w:proofErr w:type="gramEnd"/>
      <w:r w:rsidR="00BC5217" w:rsidRPr="00BC5217">
        <w:rPr>
          <w:rFonts w:ascii="Arial" w:hAnsi="Arial" w:cs="Arial"/>
          <w:color w:val="FF0000"/>
          <w:szCs w:val="24"/>
          <w:lang w:eastAsia="ko-KR"/>
        </w:rPr>
        <w:t xml:space="preserve"> item </w: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instrText xml:space="preserve"> REF _Ref526262255 \r \h  \* MERGEFORMAT </w:instrTex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6D4D52">
        <w:rPr>
          <w:rFonts w:ascii="Arial" w:hAnsi="Arial" w:cs="Arial"/>
          <w:color w:val="FF0000"/>
          <w:szCs w:val="24"/>
          <w:lang w:eastAsia="ko-KR"/>
        </w:rPr>
        <w:t>19</w: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t>)</w:t>
      </w:r>
    </w:p>
    <w:p w:rsidR="00604617" w:rsidRPr="00BC5217" w:rsidRDefault="00604617" w:rsidP="00BC5217">
      <w:pPr>
        <w:pStyle w:val="PargrafodaLista"/>
        <w:numPr>
          <w:ilvl w:val="0"/>
          <w:numId w:val="4"/>
        </w:numPr>
        <w:spacing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8" w:name="_Ref526262255"/>
      <w:r w:rsidRPr="00BC5217">
        <w:rPr>
          <w:rFonts w:ascii="Arial" w:hAnsi="Arial" w:cs="Arial"/>
          <w:color w:val="FF0000"/>
          <w:szCs w:val="24"/>
          <w:lang w:eastAsia="ko-KR"/>
        </w:rPr>
        <w:lastRenderedPageBreak/>
        <w:t xml:space="preserve">Caso </w:t>
      </w:r>
      <w:r w:rsidR="00BC5217" w:rsidRPr="00BC5217">
        <w:rPr>
          <w:rFonts w:ascii="Arial" w:hAnsi="Arial" w:cs="Arial"/>
          <w:color w:val="FF0000"/>
          <w:szCs w:val="24"/>
          <w:lang w:eastAsia="ko-KR"/>
        </w:rPr>
        <w:t>acabem os projetos</w:t>
      </w:r>
      <w:r w:rsidRPr="00BC5217">
        <w:rPr>
          <w:rFonts w:ascii="Arial" w:hAnsi="Arial" w:cs="Arial"/>
          <w:color w:val="FF0000"/>
          <w:szCs w:val="24"/>
          <w:lang w:eastAsia="ko-KR"/>
        </w:rPr>
        <w:t xml:space="preserve">, o </w:t>
      </w:r>
      <w:r w:rsidR="00BC5217" w:rsidRPr="00BC5217">
        <w:rPr>
          <w:rFonts w:ascii="Arial" w:hAnsi="Arial" w:cs="Arial"/>
          <w:color w:val="FFFFFF" w:themeColor="background1"/>
          <w:szCs w:val="24"/>
          <w:highlight w:val="black"/>
          <w:lang w:eastAsia="ko-KR"/>
        </w:rPr>
        <w:t>1º SECRETÁRIO</w:t>
      </w:r>
      <w:r w:rsidRPr="00BC5217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BC5217">
        <w:rPr>
          <w:rFonts w:ascii="Arial" w:hAnsi="Arial" w:cs="Arial"/>
          <w:color w:val="FF0000"/>
          <w:szCs w:val="24"/>
          <w:lang w:eastAsia="ko-KR"/>
        </w:rPr>
        <w:t>dirá</w:t>
      </w:r>
      <w:r w:rsidRPr="00BC5217">
        <w:rPr>
          <w:rFonts w:ascii="Arial" w:hAnsi="Arial" w:cs="Arial"/>
          <w:color w:val="FF0000"/>
          <w:szCs w:val="24"/>
          <w:lang w:eastAsia="ko-KR"/>
        </w:rPr>
        <w:t>:</w:t>
      </w:r>
      <w:bookmarkEnd w:id="8"/>
      <w:r w:rsidR="00CF04EB" w:rsidRPr="00BC5217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268CC" w:rsidRPr="00BC5217" w:rsidRDefault="00604617" w:rsidP="00BC5217">
      <w:pPr>
        <w:ind w:left="425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5217">
        <w:rPr>
          <w:rFonts w:ascii="Arial" w:hAnsi="Arial" w:cs="Arial"/>
          <w:b/>
          <w:sz w:val="22"/>
          <w:szCs w:val="22"/>
          <w:lang w:eastAsia="ko-KR"/>
        </w:rPr>
        <w:t xml:space="preserve">NÃO HÁ MAIS </w:t>
      </w:r>
      <w:r w:rsidR="00CF04EB" w:rsidRPr="00BC5217">
        <w:rPr>
          <w:rFonts w:ascii="Arial" w:hAnsi="Arial" w:cs="Arial"/>
          <w:b/>
          <w:sz w:val="22"/>
          <w:szCs w:val="22"/>
          <w:lang w:eastAsia="ko-KR"/>
        </w:rPr>
        <w:t>PROJETOS</w:t>
      </w:r>
      <w:r w:rsidRPr="00BC5217">
        <w:rPr>
          <w:rFonts w:ascii="Arial" w:hAnsi="Arial" w:cs="Arial"/>
          <w:b/>
          <w:sz w:val="22"/>
          <w:szCs w:val="22"/>
          <w:lang w:eastAsia="ko-KR"/>
        </w:rPr>
        <w:t xml:space="preserve">, SENHORA </w:t>
      </w:r>
      <w:r w:rsidR="00C279C5" w:rsidRPr="00BC5217">
        <w:rPr>
          <w:rFonts w:ascii="Arial" w:hAnsi="Arial" w:cs="Arial"/>
          <w:b/>
          <w:sz w:val="22"/>
          <w:szCs w:val="22"/>
          <w:lang w:eastAsia="ko-KR"/>
        </w:rPr>
        <w:t>PRESIDENTE</w:t>
      </w:r>
      <w:r w:rsidRPr="00BC5217">
        <w:rPr>
          <w:rFonts w:ascii="Arial" w:hAnsi="Arial" w:cs="Arial"/>
          <w:b/>
          <w:sz w:val="22"/>
          <w:szCs w:val="22"/>
          <w:lang w:eastAsia="ko-KR"/>
        </w:rPr>
        <w:t>!</w:t>
      </w:r>
      <w:r w:rsidR="00BC5217" w:rsidRPr="00A77D44">
        <w:rPr>
          <w:rFonts w:ascii="Arial" w:hAnsi="Arial" w:cs="Arial"/>
          <w:b/>
          <w:color w:val="FF0000"/>
          <w:sz w:val="22"/>
          <w:szCs w:val="22"/>
          <w:lang w:eastAsia="ko-KR"/>
        </w:rPr>
        <w:t xml:space="preserve"> </w:t>
      </w:r>
      <w:r w:rsidR="00BC5217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t>(</w:t>
      </w:r>
      <w:proofErr w:type="gramStart"/>
      <w:r w:rsidR="00BC5217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t>ir</w:t>
      </w:r>
      <w:proofErr w:type="gramEnd"/>
      <w:r w:rsidR="00BC5217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t xml:space="preserve"> para item </w:t>
      </w:r>
      <w:r w:rsidR="00A77D44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fldChar w:fldCharType="begin"/>
      </w:r>
      <w:r w:rsidR="00A77D44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instrText xml:space="preserve"> REF _Ref526262478 \r \h </w:instrText>
      </w:r>
      <w:r w:rsid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instrText xml:space="preserve"> \* MERGEFORMAT </w:instrText>
      </w:r>
      <w:r w:rsidR="00A77D44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</w:r>
      <w:r w:rsidR="00A77D44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fldChar w:fldCharType="separate"/>
      </w:r>
      <w:r w:rsidR="006D4D52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t>20</w:t>
      </w:r>
      <w:r w:rsidR="00A77D44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fldChar w:fldCharType="end"/>
      </w:r>
      <w:r w:rsidR="00A77D44" w:rsidRPr="00A77D44">
        <w:rPr>
          <w:rFonts w:ascii="Arial" w:hAnsi="Arial" w:cs="Arial"/>
          <w:b/>
          <w:color w:val="FF0000"/>
          <w:sz w:val="22"/>
          <w:szCs w:val="22"/>
          <w:highlight w:val="yellow"/>
          <w:lang w:eastAsia="ko-KR"/>
        </w:rPr>
        <w:t>)</w:t>
      </w:r>
    </w:p>
    <w:p w:rsidR="00987FF5" w:rsidRPr="00993CF0" w:rsidRDefault="00987FF5" w:rsidP="00B11B06">
      <w:pPr>
        <w:spacing w:line="360" w:lineRule="auto"/>
        <w:ind w:left="426" w:hanging="426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</w:p>
    <w:p w:rsidR="00FD1652" w:rsidRPr="00993CF0" w:rsidRDefault="00FD1652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9" w:name="_Ref526262478"/>
      <w:r w:rsidRPr="00993CF0">
        <w:rPr>
          <w:rFonts w:ascii="Arial" w:hAnsi="Arial" w:cs="Arial"/>
          <w:color w:val="FF0000"/>
          <w:szCs w:val="24"/>
          <w:lang w:eastAsia="ko-KR"/>
        </w:rPr>
        <w:t>Encerra</w:t>
      </w:r>
      <w:r w:rsidR="00A77D44">
        <w:rPr>
          <w:rFonts w:ascii="Arial" w:hAnsi="Arial" w:cs="Arial"/>
          <w:color w:val="FF0000"/>
          <w:szCs w:val="24"/>
          <w:lang w:eastAsia="ko-KR"/>
        </w:rPr>
        <w:t xml:space="preserve">ndo </w:t>
      </w:r>
      <w:r w:rsidRPr="00993CF0">
        <w:rPr>
          <w:rFonts w:ascii="Arial" w:hAnsi="Arial" w:cs="Arial"/>
          <w:color w:val="FF0000"/>
          <w:szCs w:val="24"/>
          <w:lang w:eastAsia="ko-KR"/>
        </w:rPr>
        <w:t>a Ordem do Dia</w:t>
      </w:r>
      <w:r w:rsidR="00A77D44">
        <w:rPr>
          <w:rFonts w:ascii="Arial" w:hAnsi="Arial" w:cs="Arial"/>
          <w:color w:val="FF0000"/>
          <w:szCs w:val="24"/>
          <w:lang w:eastAsia="ko-KR"/>
        </w:rPr>
        <w:t xml:space="preserve">, a </w:t>
      </w:r>
      <w:r w:rsidR="00A77D44" w:rsidRPr="00A77D44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="00A77D44">
        <w:rPr>
          <w:rFonts w:ascii="Arial" w:hAnsi="Arial" w:cs="Arial"/>
          <w:color w:val="FF0000"/>
          <w:szCs w:val="24"/>
          <w:lang w:eastAsia="ko-KR"/>
        </w:rPr>
        <w:t xml:space="preserve"> diz</w:t>
      </w:r>
      <w:r w:rsidRPr="00993CF0">
        <w:rPr>
          <w:rFonts w:ascii="Arial" w:hAnsi="Arial" w:cs="Arial"/>
          <w:color w:val="FF0000"/>
          <w:szCs w:val="24"/>
          <w:lang w:eastAsia="ko-KR"/>
        </w:rPr>
        <w:t>:</w:t>
      </w:r>
      <w:bookmarkEnd w:id="9"/>
    </w:p>
    <w:p w:rsidR="00FD1652" w:rsidRPr="00993CF0" w:rsidRDefault="00FD1652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 xml:space="preserve">NÃO </w:t>
      </w:r>
      <w:r w:rsidRPr="00993CF0">
        <w:rPr>
          <w:rFonts w:ascii="Arial" w:hAnsi="Arial" w:cs="Arial"/>
          <w:b/>
          <w:szCs w:val="24"/>
        </w:rPr>
        <w:t>HAVENDO</w:t>
      </w:r>
      <w:r w:rsidRPr="00993CF0">
        <w:rPr>
          <w:rFonts w:ascii="Arial" w:hAnsi="Arial" w:cs="Arial"/>
          <w:b/>
          <w:szCs w:val="24"/>
          <w:lang w:eastAsia="ko-KR"/>
        </w:rPr>
        <w:t xml:space="preserve"> MAIS MATÉRIA A SER TRATADA NA ORDEM DO DIA, PASSAREMOS AO HORÁRIO DA TRIBUNA.</w:t>
      </w:r>
    </w:p>
    <w:p w:rsidR="00BB60B3" w:rsidRPr="00993CF0" w:rsidRDefault="008D61D0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Chamada para Temas Livres. </w:t>
      </w:r>
      <w:r w:rsidR="002F429C" w:rsidRPr="00993CF0">
        <w:rPr>
          <w:rFonts w:ascii="Arial" w:hAnsi="Arial" w:cs="Arial"/>
          <w:color w:val="FF0000"/>
          <w:szCs w:val="24"/>
          <w:lang w:eastAsia="ko-KR"/>
        </w:rPr>
        <w:t xml:space="preserve">A </w:t>
      </w:r>
      <w:r w:rsidR="00C279C5" w:rsidRPr="00A77D44">
        <w:rPr>
          <w:rFonts w:ascii="Arial" w:hAnsi="Arial" w:cs="Arial"/>
          <w:b/>
          <w:color w:val="FF0000"/>
          <w:szCs w:val="24"/>
          <w:u w:val="single"/>
          <w:lang w:eastAsia="ko-KR"/>
        </w:rPr>
        <w:t>PRESIDENTE</w:t>
      </w:r>
      <w:r w:rsidR="004F004D"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BB60B3" w:rsidRPr="00993CF0" w:rsidRDefault="00BB60B3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SOLICITO</w:t>
      </w:r>
      <w:r w:rsidR="00670193" w:rsidRPr="00993CF0">
        <w:rPr>
          <w:rFonts w:ascii="Arial" w:hAnsi="Arial" w:cs="Arial"/>
          <w:b/>
          <w:szCs w:val="24"/>
          <w:lang w:eastAsia="ko-KR"/>
        </w:rPr>
        <w:t>, ENTÃO,</w:t>
      </w:r>
      <w:r w:rsidRPr="00993CF0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93CF0">
        <w:rPr>
          <w:rFonts w:ascii="Arial" w:hAnsi="Arial" w:cs="Arial"/>
          <w:b/>
          <w:szCs w:val="24"/>
          <w:lang w:eastAsia="ko-KR"/>
        </w:rPr>
        <w:t>SECRETÁRIO</w:t>
      </w:r>
      <w:r w:rsidRPr="00993CF0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93CF0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93CF0">
        <w:rPr>
          <w:rFonts w:ascii="Arial" w:hAnsi="Arial" w:cs="Arial"/>
          <w:b/>
          <w:szCs w:val="24"/>
          <w:lang w:eastAsia="ko-KR"/>
        </w:rPr>
        <w:t>.</w:t>
      </w:r>
    </w:p>
    <w:p w:rsidR="00BB60B3" w:rsidRPr="00993CF0" w:rsidRDefault="00296934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SERÃO 12</w:t>
      </w:r>
      <w:r w:rsidR="00BB60B3" w:rsidRPr="00993CF0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993CF0" w:rsidRDefault="00A03804" w:rsidP="00B11B06">
      <w:pPr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O </w:t>
      </w:r>
      <w:r w:rsidR="00D316BE" w:rsidRPr="00BC5217">
        <w:rPr>
          <w:rFonts w:ascii="Arial" w:hAnsi="Arial" w:cs="Arial"/>
          <w:color w:val="FFFFFF" w:themeColor="background1"/>
          <w:szCs w:val="24"/>
          <w:highlight w:val="black"/>
          <w:lang w:eastAsia="ko-KR"/>
        </w:rPr>
        <w:t>1º SECRETÁRIO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A03804" w:rsidRPr="00D316BE" w:rsidRDefault="00A03804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D316BE">
        <w:rPr>
          <w:rFonts w:ascii="Arial" w:hAnsi="Arial" w:cs="Arial"/>
          <w:b/>
          <w:szCs w:val="24"/>
          <w:lang w:eastAsia="ko-KR"/>
        </w:rPr>
        <w:t xml:space="preserve">CHAMO </w:t>
      </w:r>
      <w:proofErr w:type="gramStart"/>
      <w:r w:rsidRPr="00D316BE">
        <w:rPr>
          <w:rFonts w:ascii="Arial" w:hAnsi="Arial" w:cs="Arial"/>
          <w:b/>
          <w:szCs w:val="24"/>
          <w:lang w:eastAsia="ko-KR"/>
        </w:rPr>
        <w:t>O(</w:t>
      </w:r>
      <w:proofErr w:type="gramEnd"/>
      <w:r w:rsidRPr="00D316BE">
        <w:rPr>
          <w:rFonts w:ascii="Arial" w:hAnsi="Arial" w:cs="Arial"/>
          <w:b/>
          <w:szCs w:val="24"/>
          <w:lang w:eastAsia="ko-KR"/>
        </w:rPr>
        <w:t>A) VEREADOR(A) __________ PARA OCUPAR A TRIBUNA!</w:t>
      </w:r>
    </w:p>
    <w:p w:rsidR="00BB60B3" w:rsidRPr="00993CF0" w:rsidRDefault="00A03804" w:rsidP="00B11B06">
      <w:pPr>
        <w:spacing w:line="360" w:lineRule="auto"/>
        <w:ind w:left="426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993CF0" w:rsidRDefault="00A03804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  <w:lang w:eastAsia="ko-KR"/>
        </w:rPr>
      </w:pPr>
      <w:r w:rsidRPr="00993CF0">
        <w:rPr>
          <w:rFonts w:ascii="Arial" w:hAnsi="Arial" w:cs="Arial"/>
          <w:color w:val="FF0000"/>
          <w:szCs w:val="24"/>
          <w:lang w:eastAsia="ko-KR"/>
        </w:rPr>
        <w:t xml:space="preserve">Esgotada a lista, </w:t>
      </w:r>
      <w:r w:rsidR="00D316BE" w:rsidRPr="00BC5217">
        <w:rPr>
          <w:rFonts w:ascii="Arial" w:hAnsi="Arial" w:cs="Arial"/>
          <w:color w:val="FFFFFF" w:themeColor="background1"/>
          <w:szCs w:val="24"/>
          <w:highlight w:val="black"/>
          <w:lang w:eastAsia="ko-KR"/>
        </w:rPr>
        <w:t>1º SECRETÁRIO</w:t>
      </w:r>
      <w:r w:rsidRPr="00993CF0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A03804" w:rsidRPr="00D316BE" w:rsidRDefault="00A03804" w:rsidP="00B11B06">
      <w:pPr>
        <w:spacing w:line="360" w:lineRule="auto"/>
        <w:ind w:left="426"/>
        <w:jc w:val="both"/>
        <w:rPr>
          <w:rFonts w:ascii="Arial" w:hAnsi="Arial" w:cs="Arial"/>
          <w:b/>
          <w:szCs w:val="24"/>
          <w:lang w:eastAsia="ko-KR"/>
        </w:rPr>
      </w:pPr>
      <w:r w:rsidRPr="00D316BE">
        <w:rPr>
          <w:rFonts w:ascii="Arial" w:hAnsi="Arial" w:cs="Arial"/>
          <w:b/>
          <w:szCs w:val="24"/>
          <w:lang w:eastAsia="ko-KR"/>
        </w:rPr>
        <w:t xml:space="preserve">SENHORA </w:t>
      </w:r>
      <w:r w:rsidR="00C279C5" w:rsidRPr="00D316BE">
        <w:rPr>
          <w:rFonts w:ascii="Arial" w:hAnsi="Arial" w:cs="Arial"/>
          <w:b/>
          <w:szCs w:val="24"/>
          <w:lang w:eastAsia="ko-KR"/>
        </w:rPr>
        <w:t>PRESIDENTE</w:t>
      </w:r>
      <w:r w:rsidRPr="00D316BE">
        <w:rPr>
          <w:rFonts w:ascii="Arial" w:hAnsi="Arial" w:cs="Arial"/>
          <w:b/>
          <w:szCs w:val="24"/>
          <w:lang w:eastAsia="ko-KR"/>
        </w:rPr>
        <w:t>, NÃO HÁ MAIS INSCRITOS PARA OS TEMAS LIVRES.</w:t>
      </w:r>
    </w:p>
    <w:p w:rsidR="00642CB4" w:rsidRPr="00993CF0" w:rsidRDefault="008D61D0" w:rsidP="00B11B06">
      <w:pPr>
        <w:pStyle w:val="PargrafodaLista"/>
        <w:numPr>
          <w:ilvl w:val="0"/>
          <w:numId w:val="4"/>
        </w:numPr>
        <w:spacing w:before="240" w:line="360" w:lineRule="auto"/>
        <w:ind w:left="425" w:hanging="425"/>
        <w:contextualSpacing w:val="0"/>
        <w:jc w:val="both"/>
        <w:rPr>
          <w:rFonts w:ascii="Arial" w:hAnsi="Arial" w:cs="Arial"/>
          <w:color w:val="FF0000"/>
          <w:szCs w:val="24"/>
        </w:rPr>
      </w:pPr>
      <w:r w:rsidRPr="00993CF0">
        <w:rPr>
          <w:rFonts w:ascii="Arial" w:hAnsi="Arial" w:cs="Arial"/>
          <w:color w:val="FF0000"/>
          <w:szCs w:val="24"/>
        </w:rPr>
        <w:t>Encerramento da Sessão</w:t>
      </w:r>
      <w:r w:rsidR="004F5FD1" w:rsidRPr="00993CF0">
        <w:rPr>
          <w:rFonts w:ascii="Arial" w:hAnsi="Arial" w:cs="Arial"/>
          <w:color w:val="FF0000"/>
          <w:szCs w:val="24"/>
        </w:rPr>
        <w:t xml:space="preserve">. A </w:t>
      </w:r>
      <w:r w:rsidR="00C279C5">
        <w:rPr>
          <w:rFonts w:ascii="Arial" w:hAnsi="Arial" w:cs="Arial"/>
          <w:color w:val="FF0000"/>
          <w:szCs w:val="24"/>
        </w:rPr>
        <w:t>PRESIDENTE</w:t>
      </w:r>
      <w:r w:rsidR="004F5FD1" w:rsidRPr="00993CF0">
        <w:rPr>
          <w:rFonts w:ascii="Arial" w:hAnsi="Arial" w:cs="Arial"/>
          <w:color w:val="FF0000"/>
          <w:szCs w:val="24"/>
        </w:rPr>
        <w:t xml:space="preserve"> diz:</w:t>
      </w:r>
    </w:p>
    <w:p w:rsidR="00CE1745" w:rsidRPr="00993CF0" w:rsidRDefault="0037099D" w:rsidP="001B6101">
      <w:pPr>
        <w:spacing w:line="360" w:lineRule="auto"/>
        <w:ind w:left="425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NÃO HAVENDO MAIS MATÉRIA A SER TRATADA,</w:t>
      </w:r>
    </w:p>
    <w:p w:rsidR="00642CB4" w:rsidRPr="00993CF0" w:rsidRDefault="0037099D" w:rsidP="001B6101">
      <w:pPr>
        <w:spacing w:line="360" w:lineRule="auto"/>
        <w:ind w:left="425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993CF0">
        <w:rPr>
          <w:rFonts w:ascii="Arial" w:hAnsi="Arial" w:cs="Arial"/>
          <w:b/>
          <w:szCs w:val="24"/>
          <w:lang w:eastAsia="ko-KR"/>
        </w:rPr>
        <w:t>AGRADEÇO</w:t>
      </w:r>
      <w:proofErr w:type="gramEnd"/>
      <w:r w:rsidRPr="00993CF0">
        <w:rPr>
          <w:rFonts w:ascii="Arial" w:hAnsi="Arial" w:cs="Arial"/>
          <w:b/>
          <w:szCs w:val="24"/>
          <w:lang w:eastAsia="ko-KR"/>
        </w:rPr>
        <w:t xml:space="preserve"> A PARTICIPAÇÃO DE TODOS OS VEREADORES,</w:t>
      </w:r>
    </w:p>
    <w:p w:rsidR="008D61D0" w:rsidRPr="00993CF0" w:rsidRDefault="0037099D" w:rsidP="001B6101">
      <w:pPr>
        <w:spacing w:line="360" w:lineRule="auto"/>
        <w:ind w:left="425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DOS SERVIDORES DESTA CASA,</w:t>
      </w:r>
    </w:p>
    <w:p w:rsidR="00642CB4" w:rsidRPr="00993CF0" w:rsidRDefault="0037099D" w:rsidP="001B6101">
      <w:pPr>
        <w:spacing w:line="360" w:lineRule="auto"/>
        <w:ind w:left="425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DO PÚBLICO PRESENTE NAS GALERIAS,</w:t>
      </w:r>
    </w:p>
    <w:p w:rsidR="00642CB4" w:rsidRPr="00993CF0" w:rsidRDefault="0037099D" w:rsidP="001B6101">
      <w:pPr>
        <w:spacing w:line="360" w:lineRule="auto"/>
        <w:ind w:left="425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DOS SENHORES TELESPECTADORES DA TV CÂMARA E</w:t>
      </w:r>
    </w:p>
    <w:p w:rsidR="004C10F0" w:rsidRPr="00993CF0" w:rsidRDefault="0037099D" w:rsidP="001B6101">
      <w:pPr>
        <w:spacing w:line="360" w:lineRule="auto"/>
        <w:ind w:left="425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>DOS SENHORES INTERNAUTAS</w:t>
      </w:r>
      <w:r w:rsidR="004C10F0" w:rsidRPr="00993CF0">
        <w:rPr>
          <w:rFonts w:ascii="Arial" w:hAnsi="Arial" w:cs="Arial"/>
          <w:b/>
          <w:szCs w:val="24"/>
          <w:lang w:eastAsia="ko-KR"/>
        </w:rPr>
        <w:t>,</w:t>
      </w:r>
    </w:p>
    <w:p w:rsidR="00642CB4" w:rsidRPr="00993CF0" w:rsidRDefault="004C10F0" w:rsidP="001B6101">
      <w:pPr>
        <w:spacing w:line="360" w:lineRule="auto"/>
        <w:ind w:left="425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 xml:space="preserve">DOS QUE NOS ACOMPANHARAM PELO </w:t>
      </w:r>
      <w:proofErr w:type="spellStart"/>
      <w:r w:rsidRPr="00993CF0">
        <w:rPr>
          <w:rFonts w:ascii="Arial" w:hAnsi="Arial" w:cs="Arial"/>
          <w:b/>
          <w:szCs w:val="24"/>
          <w:lang w:eastAsia="ko-KR"/>
        </w:rPr>
        <w:t>FACEBOOK</w:t>
      </w:r>
      <w:proofErr w:type="spellEnd"/>
      <w:r w:rsidR="0037099D" w:rsidRPr="00993CF0">
        <w:rPr>
          <w:rFonts w:ascii="Arial" w:hAnsi="Arial" w:cs="Arial"/>
          <w:b/>
          <w:szCs w:val="24"/>
          <w:lang w:eastAsia="ko-KR"/>
        </w:rPr>
        <w:t>.</w:t>
      </w:r>
    </w:p>
    <w:p w:rsidR="00454CCE" w:rsidRPr="00993CF0" w:rsidRDefault="0037099D" w:rsidP="001B6101">
      <w:pPr>
        <w:spacing w:line="360" w:lineRule="auto"/>
        <w:ind w:left="425"/>
        <w:jc w:val="both"/>
        <w:rPr>
          <w:rFonts w:ascii="Arial" w:hAnsi="Arial" w:cs="Arial"/>
          <w:b/>
          <w:szCs w:val="24"/>
          <w:lang w:eastAsia="ko-KR"/>
        </w:rPr>
      </w:pPr>
      <w:r w:rsidRPr="00993CF0">
        <w:rPr>
          <w:rFonts w:ascii="Arial" w:hAnsi="Arial" w:cs="Arial"/>
          <w:b/>
          <w:szCs w:val="24"/>
          <w:lang w:eastAsia="ko-KR"/>
        </w:rPr>
        <w:t xml:space="preserve">E, ÀS </w:t>
      </w:r>
      <w:proofErr w:type="spellStart"/>
      <w:r w:rsidRPr="00993CF0">
        <w:rPr>
          <w:rFonts w:ascii="Arial" w:hAnsi="Arial" w:cs="Arial"/>
          <w:b/>
          <w:szCs w:val="24"/>
          <w:lang w:eastAsia="ko-KR"/>
        </w:rPr>
        <w:t>XXX</w:t>
      </w:r>
      <w:proofErr w:type="spellEnd"/>
      <w:r w:rsidRPr="00993CF0">
        <w:rPr>
          <w:rFonts w:ascii="Arial" w:hAnsi="Arial" w:cs="Arial"/>
          <w:b/>
          <w:szCs w:val="24"/>
          <w:lang w:eastAsia="ko-KR"/>
        </w:rPr>
        <w:t xml:space="preserve"> HORAS</w:t>
      </w:r>
      <w:r w:rsidR="00146C11" w:rsidRPr="00993CF0">
        <w:rPr>
          <w:rFonts w:ascii="Arial" w:hAnsi="Arial" w:cs="Arial"/>
          <w:b/>
          <w:szCs w:val="24"/>
          <w:lang w:eastAsia="ko-KR"/>
        </w:rPr>
        <w:t xml:space="preserve"> DO DIA </w:t>
      </w:r>
      <w:r w:rsidR="009845B2">
        <w:rPr>
          <w:rFonts w:ascii="Arial" w:hAnsi="Arial" w:cs="Arial"/>
          <w:b/>
          <w:szCs w:val="24"/>
          <w:lang w:eastAsia="ko-KR"/>
        </w:rPr>
        <w:t>24 DE OUTUBRO</w:t>
      </w:r>
      <w:r w:rsidRPr="00993CF0">
        <w:rPr>
          <w:rFonts w:ascii="Arial" w:hAnsi="Arial" w:cs="Arial"/>
          <w:b/>
          <w:szCs w:val="24"/>
          <w:lang w:eastAsia="ko-KR"/>
        </w:rPr>
        <w:t xml:space="preserve">, DECLARO ENCERRADA A </w:t>
      </w:r>
      <w:r w:rsidR="009845B2">
        <w:rPr>
          <w:rFonts w:ascii="Arial" w:hAnsi="Arial" w:cs="Arial"/>
          <w:b/>
          <w:szCs w:val="24"/>
          <w:lang w:eastAsia="ko-KR"/>
        </w:rPr>
        <w:t>34ª (TRIGÉSIMA QUARTA)</w:t>
      </w:r>
      <w:r w:rsidR="00315EFC" w:rsidRPr="00993CF0">
        <w:rPr>
          <w:rFonts w:ascii="Arial" w:hAnsi="Arial" w:cs="Arial"/>
          <w:b/>
          <w:szCs w:val="24"/>
          <w:lang w:eastAsia="ko-KR"/>
        </w:rPr>
        <w:t xml:space="preserve"> SESSÃO</w:t>
      </w:r>
      <w:r w:rsidRPr="00993CF0">
        <w:rPr>
          <w:rFonts w:ascii="Arial" w:hAnsi="Arial" w:cs="Arial"/>
          <w:b/>
          <w:szCs w:val="24"/>
          <w:lang w:eastAsia="ko-KR"/>
        </w:rPr>
        <w:t xml:space="preserve"> ORDINÁRIA DA CÂMARA MUNICIPAL DE JACAREÍ, DO ANO DE 201</w:t>
      </w:r>
      <w:r w:rsidR="00DF47AC" w:rsidRPr="00993CF0">
        <w:rPr>
          <w:rFonts w:ascii="Arial" w:hAnsi="Arial" w:cs="Arial"/>
          <w:b/>
          <w:szCs w:val="24"/>
          <w:lang w:eastAsia="ko-KR"/>
        </w:rPr>
        <w:t>8</w:t>
      </w:r>
      <w:r w:rsidRPr="00993CF0">
        <w:rPr>
          <w:rFonts w:ascii="Arial" w:hAnsi="Arial" w:cs="Arial"/>
          <w:b/>
          <w:szCs w:val="24"/>
          <w:lang w:eastAsia="ko-KR"/>
        </w:rPr>
        <w:t>.</w:t>
      </w:r>
      <w:r w:rsidR="00BC7B49" w:rsidRPr="00993CF0">
        <w:rPr>
          <w:rFonts w:ascii="Arial" w:hAnsi="Arial" w:cs="Arial"/>
          <w:b/>
          <w:szCs w:val="24"/>
          <w:lang w:eastAsia="ko-KR"/>
        </w:rPr>
        <w:t xml:space="preserve"> </w:t>
      </w:r>
      <w:r w:rsidRPr="00993CF0">
        <w:rPr>
          <w:rFonts w:ascii="Arial" w:hAnsi="Arial" w:cs="Arial"/>
          <w:b/>
          <w:szCs w:val="24"/>
          <w:lang w:eastAsia="ko-KR"/>
        </w:rPr>
        <w:t>BOA TARDE A TODOS!</w:t>
      </w:r>
    </w:p>
    <w:sectPr w:rsidR="00454CCE" w:rsidRPr="00993CF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9AF" w:rsidRDefault="007A69AF">
      <w:r>
        <w:separator/>
      </w:r>
    </w:p>
  </w:endnote>
  <w:endnote w:type="continuationSeparator" w:id="0">
    <w:p w:rsidR="007A69AF" w:rsidRDefault="007A6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9AF" w:rsidRDefault="007A69AF">
      <w:r>
        <w:separator/>
      </w:r>
    </w:p>
  </w:footnote>
  <w:footnote w:type="continuationSeparator" w:id="0">
    <w:p w:rsidR="007A69AF" w:rsidRDefault="007A6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A87" w:rsidRDefault="00F10A87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6ECEE46" wp14:editId="0A7DBF56">
              <wp:simplePos x="0" y="0"/>
              <wp:positionH relativeFrom="column">
                <wp:posOffset>330505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6" name="Gru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2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73DA3" w:rsidRDefault="00F10A87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:rsidR="00F10A87" w:rsidRPr="00F73DA3" w:rsidRDefault="00F10A87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96018D" w:rsidRDefault="00F10A87" w:rsidP="00454D4A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3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6ECEE46" id="Grupo 16" o:spid="_x0000_s1026" style="position:absolute;left:0;text-align:left;margin-left:26pt;margin-top:-6.25pt;width:480.85pt;height:56.6pt;z-index:251661312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F10A87" w:rsidRPr="00F73DA3" w:rsidRDefault="00F10A87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:rsidR="00F10A87" w:rsidRPr="00F73DA3" w:rsidRDefault="00F10A87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28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<v:textbox inset="0,0,0,0">
                  <w:txbxContent>
                    <w:p w:rsidR="00F10A87" w:rsidRPr="0096018D" w:rsidRDefault="00F10A87" w:rsidP="00454D4A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29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efJDAAAAA2wAAAA8AAABkcnMvZG93bnJldi54bWxET0trwkAQvgv9D8sUejObWhB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R58k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:rsidR="00F10A87" w:rsidRDefault="00F10A87">
    <w:pPr>
      <w:tabs>
        <w:tab w:val="left" w:pos="2835"/>
      </w:tabs>
      <w:jc w:val="center"/>
      <w:rPr>
        <w:sz w:val="22"/>
      </w:rPr>
    </w:pPr>
  </w:p>
  <w:p w:rsidR="00F10A87" w:rsidRDefault="00F10A87">
    <w:pPr>
      <w:tabs>
        <w:tab w:val="left" w:pos="2835"/>
      </w:tabs>
      <w:jc w:val="center"/>
      <w:rPr>
        <w:sz w:val="22"/>
      </w:rPr>
    </w:pPr>
  </w:p>
  <w:p w:rsidR="00F10A87" w:rsidRDefault="00F10A87">
    <w:pPr>
      <w:tabs>
        <w:tab w:val="left" w:pos="2835"/>
      </w:tabs>
      <w:jc w:val="center"/>
      <w:rPr>
        <w:sz w:val="22"/>
      </w:rPr>
    </w:pPr>
  </w:p>
  <w:p w:rsidR="00F10A87" w:rsidRPr="00011642" w:rsidRDefault="00F10A87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 xml:space="preserve">Roteiro da </w:t>
    </w:r>
    <w:r>
      <w:rPr>
        <w:rFonts w:ascii="Arial" w:hAnsi="Arial" w:cs="Arial"/>
        <w:b/>
        <w:sz w:val="20"/>
        <w:u w:val="single"/>
      </w:rPr>
      <w:t>3</w:t>
    </w:r>
    <w:r w:rsidR="001B6101">
      <w:rPr>
        <w:rFonts w:ascii="Arial" w:hAnsi="Arial" w:cs="Arial"/>
        <w:b/>
        <w:sz w:val="20"/>
        <w:u w:val="single"/>
      </w:rPr>
      <w:t>4</w:t>
    </w:r>
    <w:r w:rsidRPr="00011642">
      <w:rPr>
        <w:rFonts w:ascii="Arial" w:hAnsi="Arial" w:cs="Arial"/>
        <w:b/>
        <w:sz w:val="20"/>
        <w:u w:val="single"/>
      </w:rPr>
      <w:t xml:space="preserve">ª Sessão Ordinária </w:t>
    </w:r>
    <w:r w:rsidR="001B6101">
      <w:rPr>
        <w:rFonts w:ascii="Arial" w:hAnsi="Arial" w:cs="Arial"/>
        <w:b/>
        <w:sz w:val="20"/>
        <w:u w:val="single"/>
      </w:rPr>
      <w:t>24/10</w:t>
    </w:r>
    <w:r w:rsidRPr="00011642">
      <w:rPr>
        <w:rFonts w:ascii="Arial" w:hAnsi="Arial" w:cs="Arial"/>
        <w:b/>
        <w:sz w:val="20"/>
        <w:u w:val="single"/>
      </w:rPr>
      <w:t xml:space="preserve">/2018 - Fls. </w:t>
    </w:r>
    <w:r w:rsidRPr="00011642">
      <w:rPr>
        <w:rFonts w:ascii="Arial" w:hAnsi="Arial" w:cs="Arial"/>
        <w:b/>
        <w:sz w:val="20"/>
        <w:u w:val="single"/>
      </w:rPr>
      <w:fldChar w:fldCharType="begin"/>
    </w:r>
    <w:r w:rsidRPr="00011642">
      <w:rPr>
        <w:rFonts w:ascii="Arial" w:hAnsi="Arial" w:cs="Arial"/>
        <w:b/>
        <w:sz w:val="20"/>
        <w:u w:val="single"/>
      </w:rPr>
      <w:instrText>PAGE   \* MERGEFORMAT</w:instrText>
    </w:r>
    <w:r w:rsidRPr="00011642">
      <w:rPr>
        <w:rFonts w:ascii="Arial" w:hAnsi="Arial" w:cs="Arial"/>
        <w:b/>
        <w:sz w:val="20"/>
        <w:u w:val="single"/>
      </w:rPr>
      <w:fldChar w:fldCharType="separate"/>
    </w:r>
    <w:r w:rsidR="00797281">
      <w:rPr>
        <w:rFonts w:ascii="Arial" w:hAnsi="Arial" w:cs="Arial"/>
        <w:b/>
        <w:noProof/>
        <w:sz w:val="20"/>
        <w:u w:val="single"/>
      </w:rPr>
      <w:t>9</w:t>
    </w:r>
    <w:r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</w:rPr>
                              <w:t>MOA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upo 15" o:spid="_x0000_s1030" style="position:absolute;left:0;text-align:left;margin-left:21.85pt;margin-top:-6.25pt;width:480.85pt;height:56.6pt;z-index:251675648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1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Text Box 2" o:spid="_x0000_s1032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</w:rPr>
                        <w:t>MOA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3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:rsidR="00F10A87" w:rsidRDefault="00F10A87" w:rsidP="00D26FB8">
    <w:pPr>
      <w:tabs>
        <w:tab w:val="left" w:pos="2835"/>
      </w:tabs>
      <w:jc w:val="center"/>
      <w:rPr>
        <w:sz w:val="22"/>
      </w:rPr>
    </w:pPr>
  </w:p>
  <w:p w:rsidR="00F10A87" w:rsidRDefault="00F10A87" w:rsidP="00D26FB8">
    <w:pPr>
      <w:tabs>
        <w:tab w:val="left" w:pos="2835"/>
      </w:tabs>
      <w:jc w:val="center"/>
      <w:rPr>
        <w:sz w:val="22"/>
      </w:rPr>
    </w:pPr>
  </w:p>
  <w:p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12673CD2"/>
    <w:multiLevelType w:val="multilevel"/>
    <w:tmpl w:val="F6861F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591F21"/>
    <w:multiLevelType w:val="hybridMultilevel"/>
    <w:tmpl w:val="B9B4A472"/>
    <w:lvl w:ilvl="0" w:tplc="4C8AE302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FF0000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4"/>
  </w:num>
  <w:num w:numId="5">
    <w:abstractNumId w:val="11"/>
  </w:num>
  <w:num w:numId="6">
    <w:abstractNumId w:val="14"/>
  </w:num>
  <w:num w:numId="7">
    <w:abstractNumId w:val="5"/>
  </w:num>
  <w:num w:numId="8">
    <w:abstractNumId w:val="13"/>
  </w:num>
  <w:num w:numId="9">
    <w:abstractNumId w:val="3"/>
  </w:num>
  <w:num w:numId="10">
    <w:abstractNumId w:val="12"/>
  </w:num>
  <w:num w:numId="11">
    <w:abstractNumId w:val="9"/>
  </w:num>
  <w:num w:numId="12">
    <w:abstractNumId w:val="6"/>
  </w:num>
  <w:num w:numId="13">
    <w:abstractNumId w:val="7"/>
  </w:num>
  <w:num w:numId="14">
    <w:abstractNumId w:val="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1642"/>
    <w:rsid w:val="00012789"/>
    <w:rsid w:val="00014BD1"/>
    <w:rsid w:val="00016232"/>
    <w:rsid w:val="00016DA7"/>
    <w:rsid w:val="00016EB4"/>
    <w:rsid w:val="00017742"/>
    <w:rsid w:val="00023276"/>
    <w:rsid w:val="000241AD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0AD5"/>
    <w:rsid w:val="000726F3"/>
    <w:rsid w:val="00080B06"/>
    <w:rsid w:val="00080FFC"/>
    <w:rsid w:val="00084614"/>
    <w:rsid w:val="0009000D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3E68"/>
    <w:rsid w:val="000B47BA"/>
    <w:rsid w:val="000B4C8F"/>
    <w:rsid w:val="000B5E80"/>
    <w:rsid w:val="000C197C"/>
    <w:rsid w:val="000D47B0"/>
    <w:rsid w:val="000E0826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0B5A"/>
    <w:rsid w:val="00121924"/>
    <w:rsid w:val="00121A6C"/>
    <w:rsid w:val="00121DD0"/>
    <w:rsid w:val="0012349C"/>
    <w:rsid w:val="00125123"/>
    <w:rsid w:val="00126440"/>
    <w:rsid w:val="00126E6F"/>
    <w:rsid w:val="0013216C"/>
    <w:rsid w:val="001412DB"/>
    <w:rsid w:val="00141428"/>
    <w:rsid w:val="0014591F"/>
    <w:rsid w:val="001461C6"/>
    <w:rsid w:val="00146C11"/>
    <w:rsid w:val="001519C6"/>
    <w:rsid w:val="00155208"/>
    <w:rsid w:val="0016325B"/>
    <w:rsid w:val="00165087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6101"/>
    <w:rsid w:val="001B7BD6"/>
    <w:rsid w:val="001C48AC"/>
    <w:rsid w:val="001C4DDB"/>
    <w:rsid w:val="001C6B1D"/>
    <w:rsid w:val="001D3BF6"/>
    <w:rsid w:val="001D51A3"/>
    <w:rsid w:val="001D63D6"/>
    <w:rsid w:val="001E1747"/>
    <w:rsid w:val="001E61AB"/>
    <w:rsid w:val="001F0334"/>
    <w:rsid w:val="001F13C3"/>
    <w:rsid w:val="001F18B1"/>
    <w:rsid w:val="001F43EB"/>
    <w:rsid w:val="001F4BF1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17A03"/>
    <w:rsid w:val="002214AB"/>
    <w:rsid w:val="00221FF8"/>
    <w:rsid w:val="00233C49"/>
    <w:rsid w:val="00235FBB"/>
    <w:rsid w:val="002360E6"/>
    <w:rsid w:val="00236477"/>
    <w:rsid w:val="00237623"/>
    <w:rsid w:val="00245043"/>
    <w:rsid w:val="0025128A"/>
    <w:rsid w:val="00253790"/>
    <w:rsid w:val="00253C82"/>
    <w:rsid w:val="0026460B"/>
    <w:rsid w:val="00267CC3"/>
    <w:rsid w:val="00270DBA"/>
    <w:rsid w:val="00274384"/>
    <w:rsid w:val="002753BD"/>
    <w:rsid w:val="00276BEC"/>
    <w:rsid w:val="00280F8B"/>
    <w:rsid w:val="00286C80"/>
    <w:rsid w:val="00287284"/>
    <w:rsid w:val="00290F6F"/>
    <w:rsid w:val="00291137"/>
    <w:rsid w:val="00291C78"/>
    <w:rsid w:val="0029257A"/>
    <w:rsid w:val="00296934"/>
    <w:rsid w:val="002A0ED1"/>
    <w:rsid w:val="002A15D9"/>
    <w:rsid w:val="002A6D5D"/>
    <w:rsid w:val="002A7434"/>
    <w:rsid w:val="002B0FB2"/>
    <w:rsid w:val="002B12DA"/>
    <w:rsid w:val="002B5365"/>
    <w:rsid w:val="002C29C5"/>
    <w:rsid w:val="002C4106"/>
    <w:rsid w:val="002C4B2B"/>
    <w:rsid w:val="002C4F8E"/>
    <w:rsid w:val="002C70C5"/>
    <w:rsid w:val="002D1F1D"/>
    <w:rsid w:val="002D3AF1"/>
    <w:rsid w:val="002D4BDA"/>
    <w:rsid w:val="002D79A5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4A3"/>
    <w:rsid w:val="00312836"/>
    <w:rsid w:val="00314F2E"/>
    <w:rsid w:val="00315B5B"/>
    <w:rsid w:val="00315EDC"/>
    <w:rsid w:val="00315EFC"/>
    <w:rsid w:val="0032101F"/>
    <w:rsid w:val="00323F0F"/>
    <w:rsid w:val="00326C23"/>
    <w:rsid w:val="00330A3B"/>
    <w:rsid w:val="00330A6C"/>
    <w:rsid w:val="00334549"/>
    <w:rsid w:val="00337040"/>
    <w:rsid w:val="00340832"/>
    <w:rsid w:val="0034330D"/>
    <w:rsid w:val="00350203"/>
    <w:rsid w:val="00350ACA"/>
    <w:rsid w:val="0035275B"/>
    <w:rsid w:val="00353538"/>
    <w:rsid w:val="00353BE1"/>
    <w:rsid w:val="00353FB2"/>
    <w:rsid w:val="00357361"/>
    <w:rsid w:val="0036144E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1828"/>
    <w:rsid w:val="003A357E"/>
    <w:rsid w:val="003A56B2"/>
    <w:rsid w:val="003A7D96"/>
    <w:rsid w:val="003B0D72"/>
    <w:rsid w:val="003B19D2"/>
    <w:rsid w:val="003B1A3E"/>
    <w:rsid w:val="003B3420"/>
    <w:rsid w:val="003B35B9"/>
    <w:rsid w:val="003C1BBB"/>
    <w:rsid w:val="003C3306"/>
    <w:rsid w:val="003C3BE2"/>
    <w:rsid w:val="003D084F"/>
    <w:rsid w:val="003D1655"/>
    <w:rsid w:val="003D6CE2"/>
    <w:rsid w:val="003E0B2A"/>
    <w:rsid w:val="003E2A93"/>
    <w:rsid w:val="003E3422"/>
    <w:rsid w:val="003E3AB2"/>
    <w:rsid w:val="003E574C"/>
    <w:rsid w:val="003E6EA4"/>
    <w:rsid w:val="00412795"/>
    <w:rsid w:val="00422062"/>
    <w:rsid w:val="00423E01"/>
    <w:rsid w:val="00430B67"/>
    <w:rsid w:val="004336B0"/>
    <w:rsid w:val="0043618B"/>
    <w:rsid w:val="0043626A"/>
    <w:rsid w:val="00440831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C10F0"/>
    <w:rsid w:val="004C6432"/>
    <w:rsid w:val="004C78B5"/>
    <w:rsid w:val="004E2410"/>
    <w:rsid w:val="004E2D9E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5444E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A3419"/>
    <w:rsid w:val="005B15D0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602055"/>
    <w:rsid w:val="00604617"/>
    <w:rsid w:val="0061668D"/>
    <w:rsid w:val="006171FF"/>
    <w:rsid w:val="00617F74"/>
    <w:rsid w:val="00617FE1"/>
    <w:rsid w:val="00620ADA"/>
    <w:rsid w:val="00620C41"/>
    <w:rsid w:val="00624472"/>
    <w:rsid w:val="00624914"/>
    <w:rsid w:val="006268CC"/>
    <w:rsid w:val="00627335"/>
    <w:rsid w:val="006273E7"/>
    <w:rsid w:val="00631412"/>
    <w:rsid w:val="00631F3C"/>
    <w:rsid w:val="00634AA9"/>
    <w:rsid w:val="00641949"/>
    <w:rsid w:val="006426AE"/>
    <w:rsid w:val="00642CB4"/>
    <w:rsid w:val="00646227"/>
    <w:rsid w:val="00664834"/>
    <w:rsid w:val="006651EE"/>
    <w:rsid w:val="00666343"/>
    <w:rsid w:val="00670193"/>
    <w:rsid w:val="00670ED6"/>
    <w:rsid w:val="00674FFD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1E7B"/>
    <w:rsid w:val="006D3209"/>
    <w:rsid w:val="006D4D52"/>
    <w:rsid w:val="006D6B60"/>
    <w:rsid w:val="006D6F7D"/>
    <w:rsid w:val="006D7A14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54385"/>
    <w:rsid w:val="007613D4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97281"/>
    <w:rsid w:val="00797D2F"/>
    <w:rsid w:val="007A2458"/>
    <w:rsid w:val="007A5ACC"/>
    <w:rsid w:val="007A69AF"/>
    <w:rsid w:val="007C3F68"/>
    <w:rsid w:val="007C44B2"/>
    <w:rsid w:val="007C61A4"/>
    <w:rsid w:val="007D3E31"/>
    <w:rsid w:val="007F1836"/>
    <w:rsid w:val="007F44BA"/>
    <w:rsid w:val="007F48AE"/>
    <w:rsid w:val="007F5D6A"/>
    <w:rsid w:val="007F75CA"/>
    <w:rsid w:val="00801469"/>
    <w:rsid w:val="0080197E"/>
    <w:rsid w:val="00806DAE"/>
    <w:rsid w:val="00807EA6"/>
    <w:rsid w:val="00811477"/>
    <w:rsid w:val="00811A05"/>
    <w:rsid w:val="008123F3"/>
    <w:rsid w:val="00814A39"/>
    <w:rsid w:val="00823F91"/>
    <w:rsid w:val="00824DAA"/>
    <w:rsid w:val="0082660F"/>
    <w:rsid w:val="008328DD"/>
    <w:rsid w:val="00836C42"/>
    <w:rsid w:val="00836FB2"/>
    <w:rsid w:val="00837321"/>
    <w:rsid w:val="00842127"/>
    <w:rsid w:val="00843BC6"/>
    <w:rsid w:val="00850C2F"/>
    <w:rsid w:val="00852719"/>
    <w:rsid w:val="008603E4"/>
    <w:rsid w:val="00866C1E"/>
    <w:rsid w:val="008726DC"/>
    <w:rsid w:val="0087290C"/>
    <w:rsid w:val="00872CAD"/>
    <w:rsid w:val="00877E50"/>
    <w:rsid w:val="00880D15"/>
    <w:rsid w:val="00882C30"/>
    <w:rsid w:val="00882C34"/>
    <w:rsid w:val="00883162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E67C5"/>
    <w:rsid w:val="008F05B6"/>
    <w:rsid w:val="0090156C"/>
    <w:rsid w:val="009018B6"/>
    <w:rsid w:val="009020B5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6572A"/>
    <w:rsid w:val="009768E6"/>
    <w:rsid w:val="0098181C"/>
    <w:rsid w:val="00981C18"/>
    <w:rsid w:val="009845B2"/>
    <w:rsid w:val="009847DC"/>
    <w:rsid w:val="009857BF"/>
    <w:rsid w:val="00986AF6"/>
    <w:rsid w:val="00987FF5"/>
    <w:rsid w:val="0099015A"/>
    <w:rsid w:val="00990E43"/>
    <w:rsid w:val="00993594"/>
    <w:rsid w:val="00993CF0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D5C4D"/>
    <w:rsid w:val="009E1F05"/>
    <w:rsid w:val="009E3732"/>
    <w:rsid w:val="009F1A26"/>
    <w:rsid w:val="009F49FC"/>
    <w:rsid w:val="00A03804"/>
    <w:rsid w:val="00A0789A"/>
    <w:rsid w:val="00A127A7"/>
    <w:rsid w:val="00A14AB5"/>
    <w:rsid w:val="00A17D7D"/>
    <w:rsid w:val="00A207B1"/>
    <w:rsid w:val="00A23F3D"/>
    <w:rsid w:val="00A2439D"/>
    <w:rsid w:val="00A30354"/>
    <w:rsid w:val="00A336FF"/>
    <w:rsid w:val="00A37842"/>
    <w:rsid w:val="00A46085"/>
    <w:rsid w:val="00A46B01"/>
    <w:rsid w:val="00A4757B"/>
    <w:rsid w:val="00A510B9"/>
    <w:rsid w:val="00A520E2"/>
    <w:rsid w:val="00A523ED"/>
    <w:rsid w:val="00A52F20"/>
    <w:rsid w:val="00A56D55"/>
    <w:rsid w:val="00A600CF"/>
    <w:rsid w:val="00A60EA5"/>
    <w:rsid w:val="00A75743"/>
    <w:rsid w:val="00A762D5"/>
    <w:rsid w:val="00A77D44"/>
    <w:rsid w:val="00A839A6"/>
    <w:rsid w:val="00A84A23"/>
    <w:rsid w:val="00A85F52"/>
    <w:rsid w:val="00A90605"/>
    <w:rsid w:val="00A92CB9"/>
    <w:rsid w:val="00A9383B"/>
    <w:rsid w:val="00A95134"/>
    <w:rsid w:val="00AA1713"/>
    <w:rsid w:val="00AA3F5C"/>
    <w:rsid w:val="00AA5745"/>
    <w:rsid w:val="00AA5DCF"/>
    <w:rsid w:val="00AA7347"/>
    <w:rsid w:val="00AB1B97"/>
    <w:rsid w:val="00AB3250"/>
    <w:rsid w:val="00AB4C24"/>
    <w:rsid w:val="00AB4FA4"/>
    <w:rsid w:val="00AB4FF6"/>
    <w:rsid w:val="00AC225C"/>
    <w:rsid w:val="00AC23F0"/>
    <w:rsid w:val="00AC2A2D"/>
    <w:rsid w:val="00AC4262"/>
    <w:rsid w:val="00AC703C"/>
    <w:rsid w:val="00AC712C"/>
    <w:rsid w:val="00AC7401"/>
    <w:rsid w:val="00AD0F88"/>
    <w:rsid w:val="00AD235D"/>
    <w:rsid w:val="00AD43C2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11B06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97A"/>
    <w:rsid w:val="00B35B35"/>
    <w:rsid w:val="00B363A5"/>
    <w:rsid w:val="00B36B39"/>
    <w:rsid w:val="00B47947"/>
    <w:rsid w:val="00B53CEB"/>
    <w:rsid w:val="00B55438"/>
    <w:rsid w:val="00B57C81"/>
    <w:rsid w:val="00B62022"/>
    <w:rsid w:val="00B63C97"/>
    <w:rsid w:val="00B645DA"/>
    <w:rsid w:val="00B65970"/>
    <w:rsid w:val="00B66CBE"/>
    <w:rsid w:val="00B71C88"/>
    <w:rsid w:val="00B85388"/>
    <w:rsid w:val="00B87BAE"/>
    <w:rsid w:val="00B92E47"/>
    <w:rsid w:val="00B93D15"/>
    <w:rsid w:val="00B967E7"/>
    <w:rsid w:val="00BA0BA5"/>
    <w:rsid w:val="00BA108C"/>
    <w:rsid w:val="00BA1565"/>
    <w:rsid w:val="00BA2A5F"/>
    <w:rsid w:val="00BA510C"/>
    <w:rsid w:val="00BB0DEF"/>
    <w:rsid w:val="00BB2AE1"/>
    <w:rsid w:val="00BB60B3"/>
    <w:rsid w:val="00BB74D6"/>
    <w:rsid w:val="00BC0601"/>
    <w:rsid w:val="00BC0A5A"/>
    <w:rsid w:val="00BC5217"/>
    <w:rsid w:val="00BC7B49"/>
    <w:rsid w:val="00BD3C47"/>
    <w:rsid w:val="00BD5416"/>
    <w:rsid w:val="00BE5A42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4140"/>
    <w:rsid w:val="00C248A1"/>
    <w:rsid w:val="00C259B2"/>
    <w:rsid w:val="00C279C5"/>
    <w:rsid w:val="00C3265B"/>
    <w:rsid w:val="00C33E63"/>
    <w:rsid w:val="00C34FA0"/>
    <w:rsid w:val="00C35E91"/>
    <w:rsid w:val="00C36E68"/>
    <w:rsid w:val="00C41984"/>
    <w:rsid w:val="00C4353A"/>
    <w:rsid w:val="00C44D39"/>
    <w:rsid w:val="00C45C91"/>
    <w:rsid w:val="00C51C40"/>
    <w:rsid w:val="00C523F8"/>
    <w:rsid w:val="00C53367"/>
    <w:rsid w:val="00C5459E"/>
    <w:rsid w:val="00C602BC"/>
    <w:rsid w:val="00C60FC4"/>
    <w:rsid w:val="00C623F9"/>
    <w:rsid w:val="00C77B38"/>
    <w:rsid w:val="00C8435A"/>
    <w:rsid w:val="00C85746"/>
    <w:rsid w:val="00C869DB"/>
    <w:rsid w:val="00C94099"/>
    <w:rsid w:val="00C9513D"/>
    <w:rsid w:val="00CA759E"/>
    <w:rsid w:val="00CB0FB2"/>
    <w:rsid w:val="00CB1611"/>
    <w:rsid w:val="00CB1D19"/>
    <w:rsid w:val="00CB27D6"/>
    <w:rsid w:val="00CB2BAB"/>
    <w:rsid w:val="00CB7B39"/>
    <w:rsid w:val="00CC0E67"/>
    <w:rsid w:val="00CC29EC"/>
    <w:rsid w:val="00CC2A7A"/>
    <w:rsid w:val="00CC374C"/>
    <w:rsid w:val="00CC474F"/>
    <w:rsid w:val="00CC4762"/>
    <w:rsid w:val="00CC69FD"/>
    <w:rsid w:val="00CE168B"/>
    <w:rsid w:val="00CE1745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535F"/>
    <w:rsid w:val="00D06271"/>
    <w:rsid w:val="00D065B8"/>
    <w:rsid w:val="00D1067B"/>
    <w:rsid w:val="00D1131A"/>
    <w:rsid w:val="00D14EB1"/>
    <w:rsid w:val="00D156C0"/>
    <w:rsid w:val="00D2071C"/>
    <w:rsid w:val="00D2072E"/>
    <w:rsid w:val="00D209AE"/>
    <w:rsid w:val="00D20BE6"/>
    <w:rsid w:val="00D226A6"/>
    <w:rsid w:val="00D230EF"/>
    <w:rsid w:val="00D26FB8"/>
    <w:rsid w:val="00D277EF"/>
    <w:rsid w:val="00D301D7"/>
    <w:rsid w:val="00D316BE"/>
    <w:rsid w:val="00D34991"/>
    <w:rsid w:val="00D368A6"/>
    <w:rsid w:val="00D40743"/>
    <w:rsid w:val="00D45996"/>
    <w:rsid w:val="00D46512"/>
    <w:rsid w:val="00D46F0D"/>
    <w:rsid w:val="00D50EAC"/>
    <w:rsid w:val="00D52488"/>
    <w:rsid w:val="00D54836"/>
    <w:rsid w:val="00D54BBC"/>
    <w:rsid w:val="00D5521D"/>
    <w:rsid w:val="00D6040B"/>
    <w:rsid w:val="00D65FFF"/>
    <w:rsid w:val="00D66A08"/>
    <w:rsid w:val="00D7133C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1941"/>
    <w:rsid w:val="00E0353B"/>
    <w:rsid w:val="00E05CAA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2DB4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94C86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3D3"/>
    <w:rsid w:val="00ED0DB4"/>
    <w:rsid w:val="00ED2065"/>
    <w:rsid w:val="00ED7922"/>
    <w:rsid w:val="00EE7D9F"/>
    <w:rsid w:val="00EF1C45"/>
    <w:rsid w:val="00EF6553"/>
    <w:rsid w:val="00EF6C3C"/>
    <w:rsid w:val="00F10A87"/>
    <w:rsid w:val="00F10B77"/>
    <w:rsid w:val="00F113AE"/>
    <w:rsid w:val="00F1386A"/>
    <w:rsid w:val="00F178DF"/>
    <w:rsid w:val="00F219AA"/>
    <w:rsid w:val="00F227EF"/>
    <w:rsid w:val="00F23ED1"/>
    <w:rsid w:val="00F24475"/>
    <w:rsid w:val="00F27895"/>
    <w:rsid w:val="00F31DF1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64DD4"/>
    <w:rsid w:val="00F726CE"/>
    <w:rsid w:val="00F739F6"/>
    <w:rsid w:val="00F73DA3"/>
    <w:rsid w:val="00F74F67"/>
    <w:rsid w:val="00F8080C"/>
    <w:rsid w:val="00F80906"/>
    <w:rsid w:val="00F815F7"/>
    <w:rsid w:val="00F84046"/>
    <w:rsid w:val="00F90A5C"/>
    <w:rsid w:val="00F9392A"/>
    <w:rsid w:val="00FA0E8F"/>
    <w:rsid w:val="00FA2F33"/>
    <w:rsid w:val="00FA3CFC"/>
    <w:rsid w:val="00FA68BE"/>
    <w:rsid w:val="00FA7033"/>
    <w:rsid w:val="00FA7762"/>
    <w:rsid w:val="00FA7D97"/>
    <w:rsid w:val="00FB31EC"/>
    <w:rsid w:val="00FB4AA5"/>
    <w:rsid w:val="00FD122A"/>
    <w:rsid w:val="00FD1652"/>
    <w:rsid w:val="00FD548E"/>
    <w:rsid w:val="00FE603E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72D66-B469-4B54-9421-1B4A9FB29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423</TotalTime>
  <Pages>9</Pages>
  <Words>1605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27</cp:revision>
  <cp:lastPrinted>2018-08-15T11:19:00Z</cp:lastPrinted>
  <dcterms:created xsi:type="dcterms:W3CDTF">2018-09-25T17:30:00Z</dcterms:created>
  <dcterms:modified xsi:type="dcterms:W3CDTF">2018-10-23T19:36:00Z</dcterms:modified>
</cp:coreProperties>
</file>